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B42CA1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4820C7A6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C97F6C2" w14:textId="688CB3AF" w:rsidR="0085747A" w:rsidRPr="009C54AE" w:rsidRDefault="0071620A" w:rsidP="3FDF46BF">
      <w:pPr>
        <w:spacing w:after="0" w:line="240" w:lineRule="exact"/>
        <w:jc w:val="center"/>
        <w:rPr>
          <w:rFonts w:ascii="Corbel" w:hAnsi="Corbel"/>
          <w:b/>
          <w:bCs/>
          <w:smallCaps/>
          <w:sz w:val="24"/>
          <w:szCs w:val="24"/>
        </w:rPr>
      </w:pPr>
      <w:r w:rsidRPr="2233EB94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="0085747A" w:rsidRPr="2233EB94">
        <w:rPr>
          <w:rFonts w:ascii="Corbel" w:hAnsi="Corbel"/>
          <w:b/>
          <w:bCs/>
          <w:smallCaps/>
          <w:sz w:val="24"/>
          <w:szCs w:val="24"/>
        </w:rPr>
        <w:t xml:space="preserve"> </w:t>
      </w:r>
      <w:r w:rsidR="00534EDF" w:rsidRPr="2233EB94">
        <w:rPr>
          <w:rFonts w:ascii="Corbel" w:hAnsi="Corbel"/>
          <w:i/>
          <w:iCs/>
          <w:smallCaps/>
          <w:sz w:val="24"/>
          <w:szCs w:val="24"/>
        </w:rPr>
        <w:t>20</w:t>
      </w:r>
      <w:r w:rsidR="20981B33" w:rsidRPr="2233EB94">
        <w:rPr>
          <w:rFonts w:ascii="Corbel" w:hAnsi="Corbel"/>
          <w:i/>
          <w:iCs/>
          <w:smallCaps/>
          <w:sz w:val="24"/>
          <w:szCs w:val="24"/>
        </w:rPr>
        <w:t>20</w:t>
      </w:r>
      <w:r w:rsidR="00534EDF" w:rsidRPr="2233EB94">
        <w:rPr>
          <w:rFonts w:ascii="Corbel" w:hAnsi="Corbel"/>
          <w:i/>
          <w:iCs/>
          <w:smallCaps/>
          <w:sz w:val="24"/>
          <w:szCs w:val="24"/>
        </w:rPr>
        <w:t>-202</w:t>
      </w:r>
      <w:r w:rsidR="2F124FE5" w:rsidRPr="2233EB94">
        <w:rPr>
          <w:rFonts w:ascii="Corbel" w:hAnsi="Corbel"/>
          <w:i/>
          <w:iCs/>
          <w:smallCaps/>
          <w:sz w:val="24"/>
          <w:szCs w:val="24"/>
        </w:rPr>
        <w:t>3</w:t>
      </w:r>
      <w:r w:rsidR="0085747A" w:rsidRPr="2233EB94">
        <w:rPr>
          <w:rFonts w:ascii="Corbel" w:hAnsi="Corbel"/>
          <w:b/>
          <w:bCs/>
          <w:smallCaps/>
          <w:sz w:val="24"/>
          <w:szCs w:val="24"/>
        </w:rPr>
        <w:t xml:space="preserve"> </w:t>
      </w:r>
    </w:p>
    <w:p w14:paraId="5CE246F1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6FC87CEA" w14:textId="09450A1B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</w:t>
      </w:r>
      <w:r w:rsidR="00534EDF">
        <w:rPr>
          <w:rFonts w:ascii="Corbel" w:hAnsi="Corbel"/>
          <w:sz w:val="20"/>
          <w:szCs w:val="20"/>
        </w:rPr>
        <w:t>20</w:t>
      </w:r>
      <w:r w:rsidR="466E5F8E">
        <w:rPr>
          <w:rFonts w:ascii="Corbel" w:hAnsi="Corbel"/>
          <w:sz w:val="20"/>
          <w:szCs w:val="20"/>
        </w:rPr>
        <w:t>20</w:t>
      </w:r>
      <w:r w:rsidR="00534EDF">
        <w:rPr>
          <w:rFonts w:ascii="Corbel" w:hAnsi="Corbel"/>
          <w:sz w:val="20"/>
          <w:szCs w:val="20"/>
        </w:rPr>
        <w:t>/202</w:t>
      </w:r>
      <w:r w:rsidR="5998CA83">
        <w:rPr>
          <w:rFonts w:ascii="Corbel" w:hAnsi="Corbel"/>
          <w:sz w:val="20"/>
          <w:szCs w:val="20"/>
        </w:rPr>
        <w:t>1</w:t>
      </w:r>
    </w:p>
    <w:p w14:paraId="796D1663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900DE0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E03BD19" w14:textId="77777777" w:rsidTr="00B819C8">
        <w:tc>
          <w:tcPr>
            <w:tcW w:w="2694" w:type="dxa"/>
            <w:vAlign w:val="center"/>
          </w:tcPr>
          <w:p w14:paraId="6153B64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3855B12" w14:textId="77777777" w:rsidR="0085747A" w:rsidRPr="009C54AE" w:rsidRDefault="00534ED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A09AA">
              <w:rPr>
                <w:rFonts w:ascii="Corbel" w:hAnsi="Corbel"/>
                <w:b w:val="0"/>
                <w:sz w:val="24"/>
                <w:szCs w:val="24"/>
              </w:rPr>
              <w:t>Organizacja i zarządzanie</w:t>
            </w:r>
          </w:p>
        </w:tc>
      </w:tr>
      <w:tr w:rsidR="0085747A" w:rsidRPr="009C54AE" w14:paraId="56BB07BD" w14:textId="77777777" w:rsidTr="00B819C8">
        <w:tc>
          <w:tcPr>
            <w:tcW w:w="2694" w:type="dxa"/>
            <w:vAlign w:val="center"/>
          </w:tcPr>
          <w:p w14:paraId="407A2FB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A854BD6" w14:textId="77777777" w:rsidR="0085747A" w:rsidRPr="009C54AE" w:rsidRDefault="00110E4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BW03</w:t>
            </w:r>
          </w:p>
        </w:tc>
      </w:tr>
      <w:tr w:rsidR="0085747A" w:rsidRPr="009C54AE" w14:paraId="584ACA39" w14:textId="77777777" w:rsidTr="00B819C8">
        <w:tc>
          <w:tcPr>
            <w:tcW w:w="2694" w:type="dxa"/>
            <w:vAlign w:val="center"/>
          </w:tcPr>
          <w:p w14:paraId="6024C3F0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D7DA5B3" w14:textId="77777777" w:rsidR="0085747A" w:rsidRPr="009C54AE" w:rsidRDefault="00E244E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FB1A2DD" w14:textId="77777777" w:rsidTr="00B819C8">
        <w:tc>
          <w:tcPr>
            <w:tcW w:w="2694" w:type="dxa"/>
            <w:vAlign w:val="center"/>
          </w:tcPr>
          <w:p w14:paraId="483CD2D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0712552" w14:textId="19557BEF" w:rsidR="0085747A" w:rsidRPr="009C54AE" w:rsidRDefault="00CE65E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0197145" w14:textId="77777777" w:rsidTr="00B819C8">
        <w:tc>
          <w:tcPr>
            <w:tcW w:w="2694" w:type="dxa"/>
            <w:vAlign w:val="center"/>
          </w:tcPr>
          <w:p w14:paraId="0CC1DD9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45EB384" w14:textId="63210358" w:rsidR="0085747A" w:rsidRPr="009C54AE" w:rsidRDefault="007A6C4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</w:t>
            </w:r>
            <w:r w:rsidR="00DE4ABE" w:rsidRPr="000A09AA">
              <w:rPr>
                <w:rFonts w:ascii="Corbel" w:hAnsi="Corbel"/>
                <w:b w:val="0"/>
                <w:sz w:val="24"/>
                <w:szCs w:val="24"/>
              </w:rPr>
              <w:t>ezpieczeństwo wewnętrzne</w:t>
            </w:r>
          </w:p>
        </w:tc>
      </w:tr>
      <w:tr w:rsidR="0085747A" w:rsidRPr="009C54AE" w14:paraId="39F8F951" w14:textId="77777777" w:rsidTr="00B819C8">
        <w:tc>
          <w:tcPr>
            <w:tcW w:w="2694" w:type="dxa"/>
            <w:vAlign w:val="center"/>
          </w:tcPr>
          <w:p w14:paraId="2B1B4540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03C7247" w14:textId="77777777" w:rsidR="0085747A" w:rsidRPr="009C54AE" w:rsidRDefault="00DE4A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A09AA">
              <w:rPr>
                <w:rFonts w:ascii="Corbel" w:hAnsi="Corbel"/>
                <w:b w:val="0"/>
                <w:sz w:val="24"/>
                <w:szCs w:val="24"/>
              </w:rPr>
              <w:t>I stopnia</w:t>
            </w:r>
            <w:r w:rsidR="0080135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79E0419D" w14:textId="77777777" w:rsidTr="00B819C8">
        <w:tc>
          <w:tcPr>
            <w:tcW w:w="2694" w:type="dxa"/>
            <w:vAlign w:val="center"/>
          </w:tcPr>
          <w:p w14:paraId="1F81650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20CA344" w14:textId="77777777" w:rsidR="0085747A" w:rsidRPr="009C54AE" w:rsidRDefault="00DE4A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A09AA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14:paraId="77A34B63" w14:textId="77777777" w:rsidTr="00B819C8">
        <w:tc>
          <w:tcPr>
            <w:tcW w:w="2694" w:type="dxa"/>
            <w:vAlign w:val="center"/>
          </w:tcPr>
          <w:p w14:paraId="2B42230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3470BFA" w14:textId="77777777" w:rsidR="0085747A" w:rsidRPr="009C54AE" w:rsidRDefault="00DE4A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A09AA">
              <w:rPr>
                <w:rFonts w:ascii="Corbel" w:hAnsi="Corbel"/>
                <w:b w:val="0"/>
                <w:sz w:val="24"/>
                <w:szCs w:val="24"/>
              </w:rPr>
              <w:t>studia stacjonarne</w:t>
            </w:r>
          </w:p>
        </w:tc>
      </w:tr>
      <w:tr w:rsidR="0085747A" w:rsidRPr="009C54AE" w14:paraId="1AE9D637" w14:textId="77777777" w:rsidTr="00B819C8">
        <w:tc>
          <w:tcPr>
            <w:tcW w:w="2694" w:type="dxa"/>
            <w:vAlign w:val="center"/>
          </w:tcPr>
          <w:p w14:paraId="4E8FFF7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54749E0" w14:textId="77777777" w:rsidR="0085747A" w:rsidRPr="009C54AE" w:rsidRDefault="00DE4A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A09AA">
              <w:rPr>
                <w:rFonts w:ascii="Corbel" w:hAnsi="Corbel"/>
                <w:b w:val="0"/>
                <w:sz w:val="24"/>
                <w:szCs w:val="24"/>
              </w:rPr>
              <w:t>rok I, semestr II</w:t>
            </w:r>
          </w:p>
        </w:tc>
      </w:tr>
      <w:tr w:rsidR="0085747A" w:rsidRPr="009C54AE" w14:paraId="394E2E51" w14:textId="77777777" w:rsidTr="00B819C8">
        <w:tc>
          <w:tcPr>
            <w:tcW w:w="2694" w:type="dxa"/>
            <w:vAlign w:val="center"/>
          </w:tcPr>
          <w:p w14:paraId="17CBCC8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0723B00" w14:textId="77777777" w:rsidR="0085747A" w:rsidRPr="009C54AE" w:rsidRDefault="00DE4A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A09AA">
              <w:rPr>
                <w:rFonts w:ascii="Corbel" w:hAnsi="Corbel"/>
                <w:b w:val="0"/>
                <w:sz w:val="24"/>
                <w:szCs w:val="24"/>
              </w:rPr>
              <w:t>przedmiot podstawowy</w:t>
            </w:r>
          </w:p>
        </w:tc>
      </w:tr>
      <w:tr w:rsidR="00923D7D" w:rsidRPr="009C54AE" w14:paraId="2D02843C" w14:textId="77777777" w:rsidTr="00B819C8">
        <w:tc>
          <w:tcPr>
            <w:tcW w:w="2694" w:type="dxa"/>
            <w:vAlign w:val="center"/>
          </w:tcPr>
          <w:p w14:paraId="07539F90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E1D16DA" w14:textId="77777777" w:rsidR="00923D7D" w:rsidRPr="009C54AE" w:rsidRDefault="00DE4A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A09AA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4EC8D605" w14:textId="77777777" w:rsidTr="00B819C8">
        <w:tc>
          <w:tcPr>
            <w:tcW w:w="2694" w:type="dxa"/>
            <w:vAlign w:val="center"/>
          </w:tcPr>
          <w:p w14:paraId="5497BFD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CA8B230" w14:textId="77777777" w:rsidR="0085747A" w:rsidRPr="009C54AE" w:rsidRDefault="000A09A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Katarzyna M. Cwynar</w:t>
            </w:r>
          </w:p>
        </w:tc>
      </w:tr>
      <w:tr w:rsidR="0085747A" w:rsidRPr="009C54AE" w14:paraId="0C822699" w14:textId="77777777" w:rsidTr="00B819C8">
        <w:tc>
          <w:tcPr>
            <w:tcW w:w="2694" w:type="dxa"/>
            <w:vAlign w:val="center"/>
          </w:tcPr>
          <w:p w14:paraId="09C75DF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06C0ED7" w14:textId="77777777" w:rsidR="0085747A" w:rsidRPr="009C54AE" w:rsidRDefault="000A09A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Katarzyna M. Cwynar</w:t>
            </w:r>
          </w:p>
        </w:tc>
      </w:tr>
    </w:tbl>
    <w:p w14:paraId="780F82E9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61E21D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D056FC0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49D047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2F85E9B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25D9E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98E5C4E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77D10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9A2E2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E9E57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13CDE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F1D6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A8471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BB560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0385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D32F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4609704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24157" w14:textId="77777777" w:rsidR="00015B8F" w:rsidRPr="009C54AE" w:rsidRDefault="000A09A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1890F" w14:textId="77777777" w:rsidR="00015B8F" w:rsidRPr="009C54AE" w:rsidRDefault="000A09A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3F837" w14:textId="77777777" w:rsidR="00015B8F" w:rsidRPr="009C54AE" w:rsidRDefault="000A09A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621D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BD52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CC93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FA4C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1852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D92E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9F6DF" w14:textId="77777777" w:rsidR="00015B8F" w:rsidRPr="009C54AE" w:rsidRDefault="00F819E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5E2E9CC3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D40D6E2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B80611B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71A542E" w14:textId="526391C7" w:rsidR="0085747A" w:rsidRPr="009C54AE" w:rsidRDefault="002E35AF" w:rsidP="2233EB94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2233EB94">
        <w:rPr>
          <w:rFonts w:ascii="Cambria Math" w:eastAsia="MS Gothic" w:hAnsi="Cambria Math" w:cs="Cambria Math"/>
          <w:b w:val="0"/>
        </w:rPr>
        <w:t>⊠</w:t>
      </w:r>
      <w:r w:rsidR="0E64C27E" w:rsidRPr="2233EB94">
        <w:rPr>
          <w:rFonts w:ascii="Corbel" w:hAnsi="Corbel"/>
          <w:b w:val="0"/>
          <w:smallCaps w:val="0"/>
        </w:rPr>
        <w:t xml:space="preserve"> </w:t>
      </w:r>
      <w:r w:rsidR="0085747A" w:rsidRPr="2233EB94">
        <w:rPr>
          <w:rFonts w:ascii="Corbel" w:hAnsi="Corbel"/>
          <w:b w:val="0"/>
          <w:smallCaps w:val="0"/>
        </w:rPr>
        <w:t xml:space="preserve">zajęcia w formie tradycyjnej </w:t>
      </w:r>
    </w:p>
    <w:p w14:paraId="181C167F" w14:textId="6D14CF5A" w:rsidR="0085747A" w:rsidRPr="009C54AE" w:rsidRDefault="002E35AF" w:rsidP="2233EB94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>
        <w:rPr>
          <w:rFonts w:ascii="MS Gothic" w:eastAsia="MS Gothic" w:hAnsi="MS Gothic" w:cs="MS Gothic" w:hint="eastAsia"/>
          <w:b w:val="0"/>
          <w:szCs w:val="24"/>
        </w:rPr>
        <w:t xml:space="preserve"> </w:t>
      </w:r>
      <w:r w:rsidR="0085747A" w:rsidRPr="2233EB94">
        <w:rPr>
          <w:rFonts w:ascii="Corbel" w:hAnsi="Corbel"/>
          <w:b w:val="0"/>
          <w:smallCaps w:val="0"/>
        </w:rPr>
        <w:t>zajęcia realizowane z wykorzystaniem metod i technik kształcenia na odległość</w:t>
      </w:r>
    </w:p>
    <w:p w14:paraId="0897B8F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F9EAEDF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5A77921" w14:textId="13D14F9F" w:rsidR="009C54AE" w:rsidRPr="006769F7" w:rsidRDefault="006769F7" w:rsidP="3FDF46BF">
      <w:pPr>
        <w:pStyle w:val="Punktygwne"/>
        <w:spacing w:before="0" w:after="0"/>
        <w:rPr>
          <w:rFonts w:ascii="Corbel" w:hAnsi="Corbel"/>
          <w:b w:val="0"/>
        </w:rPr>
      </w:pPr>
      <w:r w:rsidRPr="3FDF46BF">
        <w:rPr>
          <w:rFonts w:ascii="Corbel" w:hAnsi="Corbel"/>
          <w:smallCaps w:val="0"/>
        </w:rPr>
        <w:t xml:space="preserve">   </w:t>
      </w:r>
      <w:r w:rsidR="0EA9E2B7" w:rsidRPr="3FDF46BF">
        <w:rPr>
          <w:rFonts w:ascii="Corbel" w:hAnsi="Corbel"/>
          <w:b w:val="0"/>
          <w:smallCaps w:val="0"/>
        </w:rPr>
        <w:t>e</w:t>
      </w:r>
      <w:r w:rsidR="00F93F6F" w:rsidRPr="3FDF46BF">
        <w:rPr>
          <w:rFonts w:ascii="Corbel" w:hAnsi="Corbel"/>
          <w:b w:val="0"/>
          <w:smallCaps w:val="0"/>
        </w:rPr>
        <w:t>gzamin, zaliczenie z oceną</w:t>
      </w:r>
    </w:p>
    <w:p w14:paraId="44DEB1D7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E59708E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09CC5FA" w14:textId="77777777" w:rsidTr="00745302">
        <w:tc>
          <w:tcPr>
            <w:tcW w:w="9670" w:type="dxa"/>
          </w:tcPr>
          <w:p w14:paraId="383FBD32" w14:textId="77777777" w:rsidR="0085747A" w:rsidRPr="009C54AE" w:rsidRDefault="00F819E5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</w:t>
            </w:r>
          </w:p>
          <w:p w14:paraId="0049F731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0963E3F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82E0C71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79A03958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2C4CD32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300C41E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14:paraId="410735D2" w14:textId="77777777" w:rsidTr="00923D7D">
        <w:tc>
          <w:tcPr>
            <w:tcW w:w="851" w:type="dxa"/>
            <w:vAlign w:val="center"/>
          </w:tcPr>
          <w:p w14:paraId="6F707B47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9363E77" w14:textId="77777777" w:rsidR="0085747A" w:rsidRPr="009C54AE" w:rsidRDefault="00F819E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819E5">
              <w:rPr>
                <w:rFonts w:ascii="Corbel" w:hAnsi="Corbel"/>
                <w:b w:val="0"/>
                <w:sz w:val="24"/>
                <w:szCs w:val="24"/>
              </w:rPr>
              <w:t>przyswojenie przez studentów podstawowej wiedzy z zakresu organizacji i zarządzania</w:t>
            </w:r>
          </w:p>
        </w:tc>
      </w:tr>
      <w:tr w:rsidR="0085747A" w:rsidRPr="009C54AE" w14:paraId="739876FA" w14:textId="77777777" w:rsidTr="00923D7D">
        <w:tc>
          <w:tcPr>
            <w:tcW w:w="851" w:type="dxa"/>
            <w:vAlign w:val="center"/>
          </w:tcPr>
          <w:p w14:paraId="4CA883EB" w14:textId="77777777" w:rsidR="0085747A" w:rsidRPr="009C54AE" w:rsidRDefault="0050395D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7D9A4E9" w14:textId="77777777" w:rsidR="0085747A" w:rsidRPr="009C54AE" w:rsidRDefault="00F819E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819E5">
              <w:rPr>
                <w:rFonts w:ascii="Corbel" w:hAnsi="Corbel"/>
                <w:b w:val="0"/>
                <w:sz w:val="24"/>
                <w:szCs w:val="24"/>
              </w:rPr>
              <w:t>rozwój umiejętności analizowania funkcjonowania organizacji</w:t>
            </w:r>
          </w:p>
        </w:tc>
      </w:tr>
      <w:tr w:rsidR="0085747A" w:rsidRPr="009C54AE" w14:paraId="765F0C32" w14:textId="77777777" w:rsidTr="00923D7D">
        <w:tc>
          <w:tcPr>
            <w:tcW w:w="851" w:type="dxa"/>
            <w:vAlign w:val="center"/>
          </w:tcPr>
          <w:p w14:paraId="3B194A3C" w14:textId="77777777" w:rsidR="0085747A" w:rsidRPr="009C54AE" w:rsidRDefault="0085747A" w:rsidP="0050395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50395D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5441AB8C" w14:textId="77777777" w:rsidR="0085747A" w:rsidRPr="009C54AE" w:rsidRDefault="00F819E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819E5">
              <w:rPr>
                <w:rFonts w:ascii="Corbel" w:hAnsi="Corbel"/>
                <w:b w:val="0"/>
                <w:sz w:val="24"/>
                <w:szCs w:val="24"/>
              </w:rPr>
              <w:t>wyrobienie umiejętności rozwiązywania problemów zarządzania</w:t>
            </w:r>
          </w:p>
        </w:tc>
      </w:tr>
      <w:tr w:rsidR="0050395D" w:rsidRPr="009C54AE" w14:paraId="4B722845" w14:textId="77777777" w:rsidTr="00923D7D">
        <w:tc>
          <w:tcPr>
            <w:tcW w:w="851" w:type="dxa"/>
            <w:vAlign w:val="center"/>
          </w:tcPr>
          <w:p w14:paraId="3763E169" w14:textId="77777777" w:rsidR="0050395D" w:rsidRPr="009C54AE" w:rsidRDefault="0050395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0DCB4DBE" w14:textId="77777777" w:rsidR="0050395D" w:rsidRPr="00F819E5" w:rsidRDefault="0050395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0395D">
              <w:rPr>
                <w:rFonts w:ascii="Corbel" w:hAnsi="Corbel"/>
                <w:b w:val="0"/>
                <w:sz w:val="24"/>
                <w:szCs w:val="24"/>
              </w:rPr>
              <w:t>wyrobienie umiejętności stosowania podstawowych metod i technik zarządzania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projektem i zespołem</w:t>
            </w:r>
          </w:p>
        </w:tc>
      </w:tr>
    </w:tbl>
    <w:p w14:paraId="757FCC6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2D0CC54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5F3B8EC0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14:paraId="2C8CB214" w14:textId="77777777" w:rsidTr="0071620A">
        <w:tc>
          <w:tcPr>
            <w:tcW w:w="1701" w:type="dxa"/>
            <w:vAlign w:val="center"/>
          </w:tcPr>
          <w:p w14:paraId="0AE04C9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9E72BD3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48917D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821FB" w:rsidRPr="009C54AE" w14:paraId="3BBD5D82" w14:textId="77777777" w:rsidTr="005E6E85">
        <w:tc>
          <w:tcPr>
            <w:tcW w:w="1701" w:type="dxa"/>
          </w:tcPr>
          <w:p w14:paraId="2C986369" w14:textId="77777777" w:rsidR="00D821FB" w:rsidRPr="009C54AE" w:rsidRDefault="00D821F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6D2A8B2F" w14:textId="77777777" w:rsidR="00D821FB" w:rsidRPr="00D2008E" w:rsidRDefault="00D821FB" w:rsidP="00A441A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008E">
              <w:rPr>
                <w:rFonts w:ascii="Corbel" w:hAnsi="Corbel"/>
                <w:sz w:val="24"/>
                <w:szCs w:val="24"/>
              </w:rPr>
              <w:t xml:space="preserve">posiada wiedzę na temat głównych kierunków teorii organizacji i zarządzania </w:t>
            </w:r>
          </w:p>
        </w:tc>
        <w:tc>
          <w:tcPr>
            <w:tcW w:w="1873" w:type="dxa"/>
          </w:tcPr>
          <w:p w14:paraId="142A7453" w14:textId="77777777" w:rsidR="00D821FB" w:rsidRPr="00D2008E" w:rsidRDefault="004F4A52" w:rsidP="00A441A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</w:t>
            </w:r>
            <w:r w:rsidR="00D821FB" w:rsidRPr="00D2008E">
              <w:rPr>
                <w:rFonts w:ascii="Corbel" w:hAnsi="Corbel"/>
                <w:sz w:val="24"/>
                <w:szCs w:val="24"/>
              </w:rPr>
              <w:t>W01</w:t>
            </w:r>
          </w:p>
        </w:tc>
      </w:tr>
      <w:tr w:rsidR="00D821FB" w:rsidRPr="009C54AE" w14:paraId="79C337E2" w14:textId="77777777" w:rsidTr="005E6E85">
        <w:tc>
          <w:tcPr>
            <w:tcW w:w="1701" w:type="dxa"/>
          </w:tcPr>
          <w:p w14:paraId="6AB91765" w14:textId="77777777" w:rsidR="00D821FB" w:rsidRPr="009C54AE" w:rsidRDefault="00D821F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9C36F5B" w14:textId="77777777" w:rsidR="00D821FB" w:rsidRPr="00D2008E" w:rsidRDefault="00D821FB" w:rsidP="00A441A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008E">
              <w:rPr>
                <w:rFonts w:ascii="Corbel" w:hAnsi="Corbel"/>
                <w:sz w:val="24"/>
                <w:szCs w:val="24"/>
              </w:rPr>
              <w:t>zna różnice między modelami organizacji i wie na czym polega proces zarządzania</w:t>
            </w:r>
          </w:p>
        </w:tc>
        <w:tc>
          <w:tcPr>
            <w:tcW w:w="1873" w:type="dxa"/>
          </w:tcPr>
          <w:p w14:paraId="3993E4F4" w14:textId="77777777" w:rsidR="00D821FB" w:rsidRPr="00D2008E" w:rsidRDefault="004F4A52" w:rsidP="00A441A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</w:t>
            </w:r>
            <w:r w:rsidR="00D821FB" w:rsidRPr="00D2008E">
              <w:rPr>
                <w:rFonts w:ascii="Corbel" w:hAnsi="Corbel"/>
                <w:sz w:val="24"/>
                <w:szCs w:val="24"/>
              </w:rPr>
              <w:t>W02</w:t>
            </w:r>
          </w:p>
        </w:tc>
      </w:tr>
      <w:tr w:rsidR="00D821FB" w:rsidRPr="009C54AE" w14:paraId="4100996D" w14:textId="77777777" w:rsidTr="005E6E85">
        <w:tc>
          <w:tcPr>
            <w:tcW w:w="1701" w:type="dxa"/>
          </w:tcPr>
          <w:p w14:paraId="5143D1BC" w14:textId="77777777" w:rsidR="00D821FB" w:rsidRPr="009C54AE" w:rsidRDefault="00D821FB" w:rsidP="00D821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31D20439" w14:textId="77777777" w:rsidR="00D821FB" w:rsidRPr="00D2008E" w:rsidRDefault="00D821FB" w:rsidP="00A441A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008E">
              <w:rPr>
                <w:rFonts w:ascii="Corbel" w:hAnsi="Corbel"/>
                <w:sz w:val="24"/>
                <w:szCs w:val="24"/>
              </w:rPr>
              <w:t xml:space="preserve">analizuje i wyjaśnia zachowania człowieka w organizacji </w:t>
            </w:r>
          </w:p>
        </w:tc>
        <w:tc>
          <w:tcPr>
            <w:tcW w:w="1873" w:type="dxa"/>
          </w:tcPr>
          <w:p w14:paraId="60F8B9E6" w14:textId="77777777" w:rsidR="00D821FB" w:rsidRPr="00D2008E" w:rsidRDefault="004F4A52" w:rsidP="00A441A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</w:t>
            </w:r>
            <w:r w:rsidR="00D821FB" w:rsidRPr="00D2008E">
              <w:rPr>
                <w:rFonts w:ascii="Corbel" w:hAnsi="Corbel"/>
                <w:sz w:val="24"/>
                <w:szCs w:val="24"/>
              </w:rPr>
              <w:t>U15</w:t>
            </w:r>
          </w:p>
        </w:tc>
      </w:tr>
      <w:tr w:rsidR="00D2008E" w:rsidRPr="009C54AE" w14:paraId="728A59E1" w14:textId="77777777" w:rsidTr="005E6E85">
        <w:tc>
          <w:tcPr>
            <w:tcW w:w="1701" w:type="dxa"/>
          </w:tcPr>
          <w:p w14:paraId="4F0AC184" w14:textId="77777777" w:rsidR="00D2008E" w:rsidRPr="00EE4AA5" w:rsidRDefault="00D2008E" w:rsidP="00A441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EE4AA5">
              <w:rPr>
                <w:rFonts w:ascii="Corbel" w:hAnsi="Corbel"/>
                <w:b w:val="0"/>
                <w:smallCaps w:val="0"/>
                <w:sz w:val="22"/>
              </w:rPr>
              <w:t>EK_04</w:t>
            </w:r>
          </w:p>
        </w:tc>
        <w:tc>
          <w:tcPr>
            <w:tcW w:w="6096" w:type="dxa"/>
          </w:tcPr>
          <w:p w14:paraId="6AAEB367" w14:textId="77777777" w:rsidR="00D2008E" w:rsidRPr="00D2008E" w:rsidRDefault="00D2008E" w:rsidP="00A441A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008E">
              <w:rPr>
                <w:rFonts w:ascii="Corbel" w:hAnsi="Corbel"/>
                <w:sz w:val="24"/>
                <w:szCs w:val="24"/>
              </w:rPr>
              <w:t>dostrzega i analizuje dylematy etyczne</w:t>
            </w:r>
          </w:p>
        </w:tc>
        <w:tc>
          <w:tcPr>
            <w:tcW w:w="1873" w:type="dxa"/>
          </w:tcPr>
          <w:p w14:paraId="4B255713" w14:textId="77777777" w:rsidR="00D2008E" w:rsidRPr="00D2008E" w:rsidRDefault="004F4A52" w:rsidP="00A441A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</w:t>
            </w:r>
            <w:r w:rsidR="00D2008E" w:rsidRPr="00D2008E">
              <w:rPr>
                <w:rFonts w:ascii="Corbel" w:hAnsi="Corbel"/>
                <w:sz w:val="24"/>
                <w:szCs w:val="24"/>
              </w:rPr>
              <w:t>U14</w:t>
            </w:r>
          </w:p>
        </w:tc>
      </w:tr>
      <w:tr w:rsidR="00D2008E" w:rsidRPr="009C54AE" w14:paraId="695698D2" w14:textId="77777777" w:rsidTr="005E6E85">
        <w:tc>
          <w:tcPr>
            <w:tcW w:w="1701" w:type="dxa"/>
          </w:tcPr>
          <w:p w14:paraId="40A6EEBF" w14:textId="77777777" w:rsidR="00D2008E" w:rsidRPr="00EE4AA5" w:rsidRDefault="00D2008E" w:rsidP="00A441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EE4AA5">
              <w:rPr>
                <w:rFonts w:ascii="Corbel" w:hAnsi="Corbel"/>
                <w:b w:val="0"/>
                <w:smallCaps w:val="0"/>
                <w:sz w:val="22"/>
              </w:rPr>
              <w:t>EK_05</w:t>
            </w:r>
          </w:p>
        </w:tc>
        <w:tc>
          <w:tcPr>
            <w:tcW w:w="6096" w:type="dxa"/>
          </w:tcPr>
          <w:p w14:paraId="5F21DF57" w14:textId="77777777" w:rsidR="00D2008E" w:rsidRPr="00D2008E" w:rsidRDefault="00D2008E" w:rsidP="00A441A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008E">
              <w:rPr>
                <w:rFonts w:ascii="Corbel" w:hAnsi="Corbel"/>
                <w:sz w:val="24"/>
                <w:szCs w:val="24"/>
              </w:rPr>
              <w:t xml:space="preserve">potrafi stosować różne metody podejmowania decyzji i przewidywać skutki działań </w:t>
            </w:r>
          </w:p>
        </w:tc>
        <w:tc>
          <w:tcPr>
            <w:tcW w:w="1873" w:type="dxa"/>
          </w:tcPr>
          <w:p w14:paraId="3181F129" w14:textId="77777777" w:rsidR="00D2008E" w:rsidRPr="00D2008E" w:rsidRDefault="004F4A52" w:rsidP="00A441A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</w:t>
            </w:r>
            <w:r w:rsidR="00D2008E" w:rsidRPr="00D2008E">
              <w:rPr>
                <w:rFonts w:ascii="Corbel" w:hAnsi="Corbel"/>
                <w:sz w:val="24"/>
                <w:szCs w:val="24"/>
              </w:rPr>
              <w:t>U07</w:t>
            </w:r>
          </w:p>
          <w:p w14:paraId="610D8297" w14:textId="77777777" w:rsidR="00D2008E" w:rsidRPr="00D2008E" w:rsidRDefault="004F4A52" w:rsidP="00A441A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</w:t>
            </w:r>
            <w:r w:rsidR="00D2008E" w:rsidRPr="00D2008E">
              <w:rPr>
                <w:rFonts w:ascii="Corbel" w:hAnsi="Corbel"/>
                <w:sz w:val="24"/>
                <w:szCs w:val="24"/>
              </w:rPr>
              <w:t>U09</w:t>
            </w:r>
          </w:p>
          <w:p w14:paraId="5E57CCBF" w14:textId="77777777" w:rsidR="00D2008E" w:rsidRPr="00D2008E" w:rsidRDefault="004F4A52" w:rsidP="00A441A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</w:t>
            </w:r>
            <w:r w:rsidR="00D2008E" w:rsidRPr="00D2008E">
              <w:rPr>
                <w:rFonts w:ascii="Corbel" w:hAnsi="Corbel"/>
                <w:sz w:val="24"/>
                <w:szCs w:val="24"/>
              </w:rPr>
              <w:t>U12</w:t>
            </w:r>
          </w:p>
        </w:tc>
      </w:tr>
      <w:tr w:rsidR="00D2008E" w:rsidRPr="009C54AE" w14:paraId="6876DAC2" w14:textId="77777777" w:rsidTr="005E6E85">
        <w:tc>
          <w:tcPr>
            <w:tcW w:w="1701" w:type="dxa"/>
          </w:tcPr>
          <w:p w14:paraId="3A319D89" w14:textId="77777777" w:rsidR="00D2008E" w:rsidRPr="00EE4AA5" w:rsidRDefault="00D2008E" w:rsidP="00A441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EE4AA5">
              <w:rPr>
                <w:rFonts w:ascii="Corbel" w:hAnsi="Corbel"/>
                <w:b w:val="0"/>
                <w:smallCaps w:val="0"/>
                <w:sz w:val="22"/>
              </w:rPr>
              <w:t>EK_06</w:t>
            </w:r>
          </w:p>
        </w:tc>
        <w:tc>
          <w:tcPr>
            <w:tcW w:w="6096" w:type="dxa"/>
          </w:tcPr>
          <w:p w14:paraId="1C75642B" w14:textId="77777777" w:rsidR="00D2008E" w:rsidRPr="00D2008E" w:rsidRDefault="00D2008E" w:rsidP="00A441A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008E">
              <w:rPr>
                <w:rFonts w:ascii="Corbel" w:hAnsi="Corbel"/>
                <w:sz w:val="24"/>
                <w:szCs w:val="24"/>
              </w:rPr>
              <w:t>potrafi identyfikować i rozwiązywać problemy zarządzania</w:t>
            </w:r>
          </w:p>
        </w:tc>
        <w:tc>
          <w:tcPr>
            <w:tcW w:w="1873" w:type="dxa"/>
          </w:tcPr>
          <w:p w14:paraId="5E907F77" w14:textId="77777777" w:rsidR="00D2008E" w:rsidRPr="00D2008E" w:rsidRDefault="004F4A52" w:rsidP="00A441A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</w:t>
            </w:r>
            <w:r w:rsidR="00D2008E" w:rsidRPr="00D2008E">
              <w:rPr>
                <w:rFonts w:ascii="Corbel" w:hAnsi="Corbel"/>
                <w:sz w:val="24"/>
                <w:szCs w:val="24"/>
              </w:rPr>
              <w:t>U07</w:t>
            </w:r>
          </w:p>
        </w:tc>
      </w:tr>
      <w:tr w:rsidR="00D2008E" w:rsidRPr="009C54AE" w14:paraId="7E33F8D0" w14:textId="77777777" w:rsidTr="005E6E85">
        <w:tc>
          <w:tcPr>
            <w:tcW w:w="1701" w:type="dxa"/>
          </w:tcPr>
          <w:p w14:paraId="32B33F36" w14:textId="77777777" w:rsidR="00D2008E" w:rsidRPr="00EE4AA5" w:rsidRDefault="00D2008E" w:rsidP="00A441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EE4AA5">
              <w:rPr>
                <w:rFonts w:ascii="Corbel" w:hAnsi="Corbel"/>
                <w:b w:val="0"/>
                <w:smallCaps w:val="0"/>
                <w:sz w:val="22"/>
              </w:rPr>
              <w:t>EK_07</w:t>
            </w:r>
          </w:p>
        </w:tc>
        <w:tc>
          <w:tcPr>
            <w:tcW w:w="6096" w:type="dxa"/>
          </w:tcPr>
          <w:p w14:paraId="218CC253" w14:textId="77777777" w:rsidR="00D2008E" w:rsidRPr="00D2008E" w:rsidRDefault="00D2008E" w:rsidP="00A441A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008E">
              <w:rPr>
                <w:rFonts w:ascii="Corbel" w:hAnsi="Corbel"/>
                <w:sz w:val="24"/>
                <w:szCs w:val="24"/>
              </w:rPr>
              <w:t>rozumie potrzebę własnego rozwoju</w:t>
            </w:r>
          </w:p>
        </w:tc>
        <w:tc>
          <w:tcPr>
            <w:tcW w:w="1873" w:type="dxa"/>
          </w:tcPr>
          <w:p w14:paraId="33FCA433" w14:textId="77777777" w:rsidR="00D2008E" w:rsidRPr="00D2008E" w:rsidRDefault="004F4A52" w:rsidP="00A441A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</w:t>
            </w:r>
            <w:r w:rsidR="00D2008E" w:rsidRPr="00D2008E">
              <w:rPr>
                <w:rFonts w:ascii="Corbel" w:hAnsi="Corbel"/>
                <w:sz w:val="24"/>
                <w:szCs w:val="24"/>
              </w:rPr>
              <w:t>K06</w:t>
            </w:r>
          </w:p>
        </w:tc>
      </w:tr>
      <w:tr w:rsidR="00D2008E" w:rsidRPr="009C54AE" w14:paraId="5E072F22" w14:textId="77777777" w:rsidTr="005E6E85">
        <w:tc>
          <w:tcPr>
            <w:tcW w:w="1701" w:type="dxa"/>
          </w:tcPr>
          <w:p w14:paraId="2ADD3DEC" w14:textId="77777777" w:rsidR="00D2008E" w:rsidRPr="00EE4AA5" w:rsidRDefault="00D2008E" w:rsidP="00A441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EE4AA5">
              <w:rPr>
                <w:rFonts w:ascii="Corbel" w:hAnsi="Corbel"/>
                <w:b w:val="0"/>
                <w:smallCaps w:val="0"/>
                <w:sz w:val="22"/>
              </w:rPr>
              <w:t>EK_08</w:t>
            </w:r>
          </w:p>
        </w:tc>
        <w:tc>
          <w:tcPr>
            <w:tcW w:w="6096" w:type="dxa"/>
          </w:tcPr>
          <w:p w14:paraId="049D520B" w14:textId="77777777" w:rsidR="00D2008E" w:rsidRPr="00D2008E" w:rsidRDefault="00D2008E" w:rsidP="00A441A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008E">
              <w:rPr>
                <w:rFonts w:ascii="Corbel" w:hAnsi="Corbel"/>
                <w:sz w:val="24"/>
                <w:szCs w:val="24"/>
              </w:rPr>
              <w:t>jest przygotowany do aktywnego i odpowiedzialnego udziału w pracy zespołowej</w:t>
            </w:r>
          </w:p>
        </w:tc>
        <w:tc>
          <w:tcPr>
            <w:tcW w:w="1873" w:type="dxa"/>
          </w:tcPr>
          <w:p w14:paraId="2261122A" w14:textId="77777777" w:rsidR="00D2008E" w:rsidRPr="00D2008E" w:rsidRDefault="004F4A52" w:rsidP="00A441A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</w:t>
            </w:r>
            <w:r w:rsidR="00D2008E" w:rsidRPr="00D2008E">
              <w:rPr>
                <w:rFonts w:ascii="Corbel" w:hAnsi="Corbel"/>
                <w:sz w:val="24"/>
                <w:szCs w:val="24"/>
              </w:rPr>
              <w:t>K03</w:t>
            </w:r>
          </w:p>
          <w:p w14:paraId="0102A882" w14:textId="77777777" w:rsidR="00D2008E" w:rsidRPr="00D2008E" w:rsidRDefault="004F4A52" w:rsidP="00A441A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</w:t>
            </w:r>
            <w:r w:rsidR="00D2008E" w:rsidRPr="00D2008E">
              <w:rPr>
                <w:rFonts w:ascii="Corbel" w:hAnsi="Corbel"/>
                <w:sz w:val="24"/>
                <w:szCs w:val="24"/>
              </w:rPr>
              <w:t>K08</w:t>
            </w:r>
          </w:p>
        </w:tc>
      </w:tr>
    </w:tbl>
    <w:p w14:paraId="54A8162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F65A8B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0A0614DA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65AB4A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96E87AD" w14:textId="77777777" w:rsidTr="00923D7D">
        <w:tc>
          <w:tcPr>
            <w:tcW w:w="9639" w:type="dxa"/>
          </w:tcPr>
          <w:p w14:paraId="00D1531F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066EC" w:rsidRPr="009C54AE" w14:paraId="6A104537" w14:textId="77777777" w:rsidTr="00923D7D">
        <w:tc>
          <w:tcPr>
            <w:tcW w:w="9639" w:type="dxa"/>
          </w:tcPr>
          <w:p w14:paraId="2057F9A0" w14:textId="77777777" w:rsidR="005066EC" w:rsidRPr="005066EC" w:rsidRDefault="005066EC" w:rsidP="00A441A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66EC">
              <w:rPr>
                <w:rFonts w:ascii="Corbel" w:hAnsi="Corbel"/>
                <w:color w:val="000000"/>
                <w:sz w:val="24"/>
                <w:szCs w:val="24"/>
              </w:rPr>
              <w:t>Szkoły organizacji i zarządzania</w:t>
            </w:r>
          </w:p>
        </w:tc>
      </w:tr>
      <w:tr w:rsidR="005066EC" w:rsidRPr="009C54AE" w14:paraId="5C048346" w14:textId="77777777" w:rsidTr="00923D7D">
        <w:tc>
          <w:tcPr>
            <w:tcW w:w="9639" w:type="dxa"/>
          </w:tcPr>
          <w:p w14:paraId="0D3C43DF" w14:textId="77777777" w:rsidR="005066EC" w:rsidRPr="005066EC" w:rsidRDefault="005066EC" w:rsidP="00A441A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66EC">
              <w:rPr>
                <w:rFonts w:ascii="Corbel" w:hAnsi="Corbel"/>
                <w:color w:val="000000"/>
                <w:sz w:val="24"/>
                <w:szCs w:val="24"/>
              </w:rPr>
              <w:t>Organizacja i jej otoczenie</w:t>
            </w:r>
          </w:p>
        </w:tc>
      </w:tr>
      <w:tr w:rsidR="005066EC" w:rsidRPr="009C54AE" w14:paraId="3BF130E7" w14:textId="77777777" w:rsidTr="00923D7D">
        <w:tc>
          <w:tcPr>
            <w:tcW w:w="9639" w:type="dxa"/>
          </w:tcPr>
          <w:p w14:paraId="342CF649" w14:textId="77777777" w:rsidR="005066EC" w:rsidRPr="005066EC" w:rsidRDefault="005066EC" w:rsidP="00A441A5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5066EC">
              <w:rPr>
                <w:rFonts w:ascii="Corbel" w:hAnsi="Corbel"/>
                <w:color w:val="000000"/>
                <w:sz w:val="24"/>
                <w:szCs w:val="24"/>
              </w:rPr>
              <w:t>Organizowanie jako funkcja zarządzania</w:t>
            </w:r>
          </w:p>
        </w:tc>
      </w:tr>
      <w:tr w:rsidR="005066EC" w:rsidRPr="009C54AE" w14:paraId="74F850A4" w14:textId="77777777" w:rsidTr="00923D7D">
        <w:tc>
          <w:tcPr>
            <w:tcW w:w="9639" w:type="dxa"/>
          </w:tcPr>
          <w:p w14:paraId="2EEDD45A" w14:textId="77777777" w:rsidR="005066EC" w:rsidRPr="005066EC" w:rsidRDefault="005066EC" w:rsidP="00A441A5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5066EC">
              <w:rPr>
                <w:rFonts w:ascii="Corbel" w:hAnsi="Corbel"/>
                <w:color w:val="000000"/>
                <w:sz w:val="24"/>
                <w:szCs w:val="24"/>
              </w:rPr>
              <w:t>Władza, przywództwo, role kierownicze i style kierowania w organizacji</w:t>
            </w:r>
          </w:p>
        </w:tc>
      </w:tr>
      <w:tr w:rsidR="005066EC" w:rsidRPr="009C54AE" w14:paraId="64932E05" w14:textId="77777777" w:rsidTr="00923D7D">
        <w:tc>
          <w:tcPr>
            <w:tcW w:w="9639" w:type="dxa"/>
          </w:tcPr>
          <w:p w14:paraId="753A9C82" w14:textId="77777777" w:rsidR="005066EC" w:rsidRPr="005066EC" w:rsidRDefault="005066EC" w:rsidP="00A441A5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5066EC">
              <w:rPr>
                <w:rFonts w:ascii="Corbel" w:hAnsi="Corbel"/>
                <w:sz w:val="24"/>
                <w:szCs w:val="24"/>
              </w:rPr>
              <w:t>Planowanie i proces decyzyjny w organizacji</w:t>
            </w:r>
          </w:p>
        </w:tc>
      </w:tr>
      <w:tr w:rsidR="005066EC" w:rsidRPr="009C54AE" w14:paraId="6AC3FE7D" w14:textId="77777777" w:rsidTr="00923D7D">
        <w:tc>
          <w:tcPr>
            <w:tcW w:w="9639" w:type="dxa"/>
          </w:tcPr>
          <w:p w14:paraId="7D596D53" w14:textId="77777777" w:rsidR="005066EC" w:rsidRPr="005066EC" w:rsidRDefault="005066EC" w:rsidP="00A441A5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5066EC">
              <w:rPr>
                <w:rFonts w:ascii="Corbel" w:hAnsi="Corbel"/>
                <w:color w:val="000000"/>
                <w:sz w:val="24"/>
                <w:szCs w:val="24"/>
              </w:rPr>
              <w:t>Kultura organizacyjna a proces komunikowania w organizacji</w:t>
            </w:r>
          </w:p>
        </w:tc>
      </w:tr>
      <w:tr w:rsidR="005066EC" w:rsidRPr="009C54AE" w14:paraId="30B0D9EB" w14:textId="77777777" w:rsidTr="00923D7D">
        <w:tc>
          <w:tcPr>
            <w:tcW w:w="9639" w:type="dxa"/>
          </w:tcPr>
          <w:p w14:paraId="7C06ECA1" w14:textId="77777777" w:rsidR="005066EC" w:rsidRPr="005066EC" w:rsidRDefault="005066EC" w:rsidP="00A441A5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5066EC">
              <w:rPr>
                <w:rFonts w:ascii="Corbel" w:hAnsi="Corbel"/>
                <w:color w:val="000000"/>
                <w:sz w:val="24"/>
                <w:szCs w:val="24"/>
              </w:rPr>
              <w:t>Metody rozwiązywania konfliktu i kierowania konfliktem w organizacji</w:t>
            </w:r>
          </w:p>
        </w:tc>
      </w:tr>
      <w:tr w:rsidR="005066EC" w:rsidRPr="009C54AE" w14:paraId="5087F2A2" w14:textId="77777777" w:rsidTr="00923D7D">
        <w:tc>
          <w:tcPr>
            <w:tcW w:w="9639" w:type="dxa"/>
          </w:tcPr>
          <w:p w14:paraId="0BA4E8E9" w14:textId="50DC504A" w:rsidR="005066EC" w:rsidRPr="005066EC" w:rsidRDefault="005066EC" w:rsidP="002E35AF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5066EC">
              <w:rPr>
                <w:rFonts w:ascii="Corbel" w:hAnsi="Corbel"/>
                <w:color w:val="000000"/>
                <w:sz w:val="24"/>
                <w:szCs w:val="24"/>
              </w:rPr>
              <w:t>Systemy motywacyjne w organizacji</w:t>
            </w:r>
          </w:p>
        </w:tc>
      </w:tr>
      <w:tr w:rsidR="005066EC" w:rsidRPr="009C54AE" w14:paraId="217D31F5" w14:textId="77777777" w:rsidTr="00923D7D">
        <w:tc>
          <w:tcPr>
            <w:tcW w:w="9639" w:type="dxa"/>
          </w:tcPr>
          <w:p w14:paraId="0A740F57" w14:textId="77777777" w:rsidR="005066EC" w:rsidRPr="005066EC" w:rsidRDefault="005066EC" w:rsidP="00A441A5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5066EC">
              <w:rPr>
                <w:rFonts w:ascii="Corbel" w:hAnsi="Corbel"/>
                <w:color w:val="000000"/>
                <w:sz w:val="24"/>
                <w:szCs w:val="24"/>
              </w:rPr>
              <w:t>Kontrola organizacyjna i zarządzanie zmianami</w:t>
            </w:r>
          </w:p>
        </w:tc>
      </w:tr>
      <w:tr w:rsidR="005066EC" w:rsidRPr="009C54AE" w14:paraId="1B2A25A2" w14:textId="77777777" w:rsidTr="00923D7D">
        <w:tc>
          <w:tcPr>
            <w:tcW w:w="9639" w:type="dxa"/>
          </w:tcPr>
          <w:p w14:paraId="5AF24411" w14:textId="77777777" w:rsidR="005066EC" w:rsidRPr="005066EC" w:rsidRDefault="005066EC" w:rsidP="00A441A5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5066EC">
              <w:rPr>
                <w:rFonts w:ascii="Corbel" w:hAnsi="Corbel"/>
                <w:color w:val="000000"/>
                <w:sz w:val="24"/>
                <w:szCs w:val="24"/>
              </w:rPr>
              <w:t>Patologie w organizacji a etyczne zarządzanie i społeczna odpowiedzialność organizacji</w:t>
            </w:r>
          </w:p>
        </w:tc>
      </w:tr>
    </w:tbl>
    <w:p w14:paraId="3AF26915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0B60B12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2D36D1B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71388AB" w14:textId="77777777" w:rsidTr="00923D7D">
        <w:tc>
          <w:tcPr>
            <w:tcW w:w="9639" w:type="dxa"/>
          </w:tcPr>
          <w:p w14:paraId="640D8E28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78DE295C" w14:textId="77777777" w:rsidTr="00923D7D">
        <w:tc>
          <w:tcPr>
            <w:tcW w:w="9639" w:type="dxa"/>
          </w:tcPr>
          <w:p w14:paraId="436EF6CA" w14:textId="77777777" w:rsidR="00420F87" w:rsidRPr="004C01E0" w:rsidRDefault="00420F87" w:rsidP="00420F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1E0">
              <w:rPr>
                <w:rFonts w:ascii="Corbel" w:hAnsi="Corbel"/>
                <w:sz w:val="24"/>
                <w:szCs w:val="24"/>
              </w:rPr>
              <w:t>Organizacja i jej otoczenie</w:t>
            </w:r>
          </w:p>
          <w:p w14:paraId="12FE882A" w14:textId="77777777" w:rsidR="00420F87" w:rsidRPr="004C01E0" w:rsidRDefault="00420F87" w:rsidP="00420F87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01E0">
              <w:rPr>
                <w:rFonts w:ascii="Corbel" w:hAnsi="Corbel"/>
                <w:sz w:val="24"/>
                <w:szCs w:val="24"/>
              </w:rPr>
              <w:t>a) pojęcie, cele, funkcje, rodzaje i metafory organizacji</w:t>
            </w:r>
          </w:p>
          <w:p w14:paraId="49BA727F" w14:textId="77777777" w:rsidR="00420F87" w:rsidRPr="004C01E0" w:rsidRDefault="00420F87" w:rsidP="00420F87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01E0">
              <w:rPr>
                <w:rFonts w:ascii="Corbel" w:hAnsi="Corbel"/>
                <w:sz w:val="24"/>
                <w:szCs w:val="24"/>
              </w:rPr>
              <w:t>b) formy struktur organizacyjnych</w:t>
            </w:r>
          </w:p>
          <w:p w14:paraId="10C757AB" w14:textId="77777777" w:rsidR="00420F87" w:rsidRPr="004C01E0" w:rsidRDefault="00420F87" w:rsidP="00420F87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01E0">
              <w:rPr>
                <w:rFonts w:ascii="Corbel" w:hAnsi="Corbel"/>
                <w:sz w:val="24"/>
                <w:szCs w:val="24"/>
              </w:rPr>
              <w:t>c) otoczenie organizacji</w:t>
            </w:r>
          </w:p>
          <w:p w14:paraId="4A7AF351" w14:textId="77777777" w:rsidR="00420F87" w:rsidRPr="004C01E0" w:rsidRDefault="00420F87" w:rsidP="00420F87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01E0">
              <w:rPr>
                <w:rFonts w:ascii="Corbel" w:hAnsi="Corbel"/>
                <w:sz w:val="24"/>
                <w:szCs w:val="24"/>
              </w:rPr>
              <w:t>d) cykl życia organizacji</w:t>
            </w:r>
          </w:p>
          <w:p w14:paraId="69D54D1B" w14:textId="77777777" w:rsidR="00420F87" w:rsidRPr="004C01E0" w:rsidRDefault="00420F87" w:rsidP="00420F87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01E0">
              <w:rPr>
                <w:rFonts w:ascii="Corbel" w:hAnsi="Corbel"/>
                <w:sz w:val="24"/>
                <w:szCs w:val="24"/>
              </w:rPr>
              <w:t>e) efektywność organizacji</w:t>
            </w:r>
          </w:p>
          <w:p w14:paraId="36FBE71E" w14:textId="77777777" w:rsidR="0085747A" w:rsidRPr="004C01E0" w:rsidRDefault="00420F87" w:rsidP="00420F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1E0">
              <w:rPr>
                <w:rFonts w:ascii="Corbel" w:hAnsi="Corbel"/>
                <w:sz w:val="24"/>
                <w:szCs w:val="24"/>
              </w:rPr>
              <w:t>f) proces zarządzania</w:t>
            </w:r>
          </w:p>
        </w:tc>
      </w:tr>
      <w:tr w:rsidR="0085747A" w:rsidRPr="009C54AE" w14:paraId="7F4EAEBB" w14:textId="77777777" w:rsidTr="00923D7D">
        <w:tc>
          <w:tcPr>
            <w:tcW w:w="9639" w:type="dxa"/>
          </w:tcPr>
          <w:p w14:paraId="7DE5A8DA" w14:textId="77777777" w:rsidR="00420F87" w:rsidRPr="004C01E0" w:rsidRDefault="00420F87" w:rsidP="00420F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1E0">
              <w:rPr>
                <w:rFonts w:ascii="Corbel" w:hAnsi="Corbel"/>
                <w:sz w:val="24"/>
                <w:szCs w:val="24"/>
              </w:rPr>
              <w:t>Organizacje społeczne działające na rzecz ochrony bezpieczeństwa wewnętrznego (formy prawne, cele, zasady zarządzania)</w:t>
            </w:r>
          </w:p>
          <w:p w14:paraId="6E8BABE7" w14:textId="77777777" w:rsidR="0085747A" w:rsidRPr="004C01E0" w:rsidRDefault="00420F87" w:rsidP="00420F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1E0">
              <w:rPr>
                <w:rFonts w:ascii="Corbel" w:hAnsi="Corbel"/>
                <w:sz w:val="24"/>
                <w:szCs w:val="24"/>
              </w:rPr>
              <w:t>Status organizacji pożytku publicznego – wymogi dotyczące rejestracji, przywileje i obowiązki</w:t>
            </w:r>
          </w:p>
        </w:tc>
      </w:tr>
      <w:tr w:rsidR="0085747A" w:rsidRPr="009C54AE" w14:paraId="654B80AC" w14:textId="77777777" w:rsidTr="00923D7D">
        <w:tc>
          <w:tcPr>
            <w:tcW w:w="9639" w:type="dxa"/>
          </w:tcPr>
          <w:p w14:paraId="089238D8" w14:textId="77777777" w:rsidR="00420F87" w:rsidRPr="004C01E0" w:rsidRDefault="00420F87" w:rsidP="00420F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1E0">
              <w:rPr>
                <w:rFonts w:ascii="Corbel" w:hAnsi="Corbel"/>
                <w:sz w:val="24"/>
                <w:szCs w:val="24"/>
              </w:rPr>
              <w:t>Planowanie, proces decyzyjny i analiza strategiczna w organizacji</w:t>
            </w:r>
          </w:p>
          <w:p w14:paraId="6C9B6226" w14:textId="77777777" w:rsidR="00420F87" w:rsidRPr="004C01E0" w:rsidRDefault="00420F87" w:rsidP="00420F87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01E0">
              <w:rPr>
                <w:rFonts w:ascii="Corbel" w:hAnsi="Corbel"/>
                <w:sz w:val="24"/>
                <w:szCs w:val="24"/>
              </w:rPr>
              <w:t>a) rodzaje planów</w:t>
            </w:r>
          </w:p>
          <w:p w14:paraId="2011480A" w14:textId="77777777" w:rsidR="00420F87" w:rsidRPr="004C01E0" w:rsidRDefault="00420F87" w:rsidP="00420F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1E0">
              <w:rPr>
                <w:rFonts w:ascii="Corbel" w:hAnsi="Corbel"/>
                <w:sz w:val="24"/>
                <w:szCs w:val="24"/>
              </w:rPr>
              <w:t>b) proces podejmowania decyzji w organizacji</w:t>
            </w:r>
          </w:p>
          <w:p w14:paraId="52056167" w14:textId="77777777" w:rsidR="00420F87" w:rsidRPr="004C01E0" w:rsidRDefault="00420F87" w:rsidP="00420F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1E0">
              <w:rPr>
                <w:rFonts w:ascii="Corbel" w:hAnsi="Corbel"/>
                <w:sz w:val="24"/>
                <w:szCs w:val="24"/>
              </w:rPr>
              <w:t xml:space="preserve">c) misja i wizja organizacji </w:t>
            </w:r>
          </w:p>
          <w:p w14:paraId="337687FB" w14:textId="77777777" w:rsidR="0085747A" w:rsidRPr="004C01E0" w:rsidRDefault="00420F87" w:rsidP="00420F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1E0">
              <w:rPr>
                <w:rFonts w:ascii="Corbel" w:hAnsi="Corbel"/>
                <w:sz w:val="24"/>
                <w:szCs w:val="24"/>
              </w:rPr>
              <w:t>d) analiza SWOT</w:t>
            </w:r>
          </w:p>
        </w:tc>
      </w:tr>
      <w:tr w:rsidR="00420F87" w:rsidRPr="009C54AE" w14:paraId="66A8C7FC" w14:textId="77777777" w:rsidTr="00923D7D">
        <w:tc>
          <w:tcPr>
            <w:tcW w:w="9639" w:type="dxa"/>
          </w:tcPr>
          <w:p w14:paraId="1C94342F" w14:textId="77777777" w:rsidR="00420F87" w:rsidRPr="004C01E0" w:rsidRDefault="00420F87" w:rsidP="00420F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1E0">
              <w:rPr>
                <w:rFonts w:ascii="Corbel" w:hAnsi="Corbel"/>
                <w:sz w:val="24"/>
                <w:szCs w:val="24"/>
              </w:rPr>
              <w:t>Organizacje pozarządowe działające w zakresie ochrony bezpieczeństwa wewnętrznego – teoria i praktyka</w:t>
            </w:r>
          </w:p>
          <w:p w14:paraId="7CA29F8D" w14:textId="77777777" w:rsidR="00420F87" w:rsidRPr="004C01E0" w:rsidRDefault="00420F87" w:rsidP="00420F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1E0">
              <w:rPr>
                <w:rFonts w:ascii="Corbel" w:hAnsi="Corbel"/>
                <w:sz w:val="24"/>
                <w:szCs w:val="24"/>
              </w:rPr>
              <w:t xml:space="preserve">a) analiza działalności wybranych organizacji pozarządowych </w:t>
            </w:r>
          </w:p>
          <w:p w14:paraId="05CFD212" w14:textId="77777777" w:rsidR="00420F87" w:rsidRPr="004C01E0" w:rsidRDefault="00420F87" w:rsidP="00420F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1E0">
              <w:rPr>
                <w:rFonts w:ascii="Corbel" w:hAnsi="Corbel"/>
                <w:sz w:val="24"/>
                <w:szCs w:val="24"/>
              </w:rPr>
              <w:t>b) podstawy prawne zakładania stowarzyszeń w RP</w:t>
            </w:r>
          </w:p>
          <w:p w14:paraId="10BABB1B" w14:textId="77777777" w:rsidR="00420F87" w:rsidRPr="004C01E0" w:rsidRDefault="00420F87" w:rsidP="00420F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1E0">
              <w:rPr>
                <w:rFonts w:ascii="Corbel" w:hAnsi="Corbel"/>
                <w:sz w:val="24"/>
                <w:szCs w:val="24"/>
              </w:rPr>
              <w:t>b) realizacja projektu mającego na celu założenie organizacji pozarządowej działającej na rzecz ochrony bezpieczeństwa wewnętrznego</w:t>
            </w:r>
          </w:p>
        </w:tc>
      </w:tr>
      <w:tr w:rsidR="00420F87" w:rsidRPr="009C54AE" w14:paraId="2EC029B0" w14:textId="77777777" w:rsidTr="00923D7D">
        <w:tc>
          <w:tcPr>
            <w:tcW w:w="9639" w:type="dxa"/>
          </w:tcPr>
          <w:p w14:paraId="740CEBD4" w14:textId="77777777" w:rsidR="00420F87" w:rsidRPr="004C01E0" w:rsidRDefault="00420F87" w:rsidP="00420F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1E0">
              <w:rPr>
                <w:rFonts w:ascii="Corbel" w:hAnsi="Corbel"/>
                <w:sz w:val="24"/>
                <w:szCs w:val="24"/>
              </w:rPr>
              <w:t xml:space="preserve">Zarządzanie projektem z wykorzystaniem programu </w:t>
            </w:r>
            <w:proofErr w:type="spellStart"/>
            <w:r w:rsidRPr="004C01E0">
              <w:rPr>
                <w:rFonts w:ascii="Corbel" w:hAnsi="Corbel"/>
                <w:sz w:val="24"/>
                <w:szCs w:val="24"/>
              </w:rPr>
              <w:t>GanttProject</w:t>
            </w:r>
            <w:proofErr w:type="spellEnd"/>
          </w:p>
        </w:tc>
      </w:tr>
    </w:tbl>
    <w:p w14:paraId="1D0C209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54A86D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7248F7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0A1D26D" w14:textId="77777777"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  <w:r w:rsidR="00923D7D" w:rsidRPr="00153C41">
        <w:rPr>
          <w:rFonts w:ascii="Corbel" w:hAnsi="Corbel"/>
          <w:sz w:val="20"/>
          <w:szCs w:val="20"/>
        </w:rPr>
        <w:t xml:space="preserve"> </w:t>
      </w:r>
    </w:p>
    <w:p w14:paraId="3B1290E4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524D46E1" w14:textId="6885EDE5" w:rsidR="00153C41" w:rsidRDefault="00153C41" w:rsidP="147EEC2B">
      <w:pPr>
        <w:pStyle w:val="Punktygwne"/>
        <w:spacing w:before="0" w:after="0"/>
        <w:jc w:val="both"/>
        <w:rPr>
          <w:rFonts w:ascii="Corbel" w:hAnsi="Corbel"/>
          <w:b w:val="0"/>
          <w:i/>
          <w:iCs/>
          <w:smallCaps w:val="0"/>
          <w:sz w:val="20"/>
          <w:szCs w:val="20"/>
        </w:rPr>
      </w:pPr>
      <w:r w:rsidRPr="147EEC2B">
        <w:rPr>
          <w:rFonts w:ascii="Corbel" w:hAnsi="Corbel"/>
          <w:b w:val="0"/>
          <w:i/>
          <w:iCs/>
          <w:smallCaps w:val="0"/>
          <w:sz w:val="20"/>
          <w:szCs w:val="20"/>
        </w:rPr>
        <w:t xml:space="preserve">Ćwiczenia: </w:t>
      </w:r>
      <w:r w:rsidR="009F4610" w:rsidRPr="147EEC2B">
        <w:rPr>
          <w:rFonts w:ascii="Corbel" w:hAnsi="Corbel"/>
          <w:b w:val="0"/>
          <w:i/>
          <w:iCs/>
          <w:smallCaps w:val="0"/>
          <w:sz w:val="20"/>
          <w:szCs w:val="20"/>
        </w:rPr>
        <w:t xml:space="preserve">analiza </w:t>
      </w:r>
      <w:r w:rsidR="00923D7D" w:rsidRPr="147EEC2B">
        <w:rPr>
          <w:rFonts w:ascii="Corbel" w:hAnsi="Corbel"/>
          <w:b w:val="0"/>
          <w:i/>
          <w:iCs/>
          <w:smallCaps w:val="0"/>
          <w:sz w:val="20"/>
          <w:szCs w:val="20"/>
        </w:rPr>
        <w:t>tekstów z dyskusją,</w:t>
      </w:r>
      <w:r w:rsidR="0085747A" w:rsidRPr="147EEC2B">
        <w:rPr>
          <w:rFonts w:ascii="Corbel" w:hAnsi="Corbel"/>
          <w:b w:val="0"/>
          <w:i/>
          <w:iCs/>
          <w:smallCaps w:val="0"/>
          <w:sz w:val="20"/>
          <w:szCs w:val="20"/>
        </w:rPr>
        <w:t xml:space="preserve"> metoda projektów</w:t>
      </w:r>
      <w:r w:rsidR="00923D7D" w:rsidRPr="147EEC2B">
        <w:rPr>
          <w:rFonts w:ascii="Corbel" w:hAnsi="Corbel"/>
          <w:b w:val="0"/>
          <w:i/>
          <w:iCs/>
          <w:smallCaps w:val="0"/>
          <w:sz w:val="20"/>
          <w:szCs w:val="20"/>
        </w:rPr>
        <w:t xml:space="preserve"> </w:t>
      </w:r>
      <w:r w:rsidR="0085747A" w:rsidRPr="147EEC2B">
        <w:rPr>
          <w:rFonts w:ascii="Corbel" w:hAnsi="Corbel"/>
          <w:b w:val="0"/>
          <w:i/>
          <w:iCs/>
          <w:smallCaps w:val="0"/>
          <w:sz w:val="20"/>
          <w:szCs w:val="20"/>
        </w:rPr>
        <w:t>(projekt badawczy, wdrożeniowy, praktyczny</w:t>
      </w:r>
      <w:r w:rsidR="0071620A" w:rsidRPr="147EEC2B">
        <w:rPr>
          <w:rFonts w:ascii="Corbel" w:hAnsi="Corbel"/>
          <w:b w:val="0"/>
          <w:i/>
          <w:iCs/>
          <w:smallCaps w:val="0"/>
          <w:sz w:val="20"/>
          <w:szCs w:val="20"/>
        </w:rPr>
        <w:t>),</w:t>
      </w:r>
      <w:r w:rsidR="001718A7" w:rsidRPr="147EEC2B">
        <w:rPr>
          <w:rFonts w:ascii="Corbel" w:hAnsi="Corbel"/>
          <w:b w:val="0"/>
          <w:i/>
          <w:iCs/>
          <w:smallCaps w:val="0"/>
          <w:sz w:val="20"/>
          <w:szCs w:val="20"/>
        </w:rPr>
        <w:t xml:space="preserve"> praca w </w:t>
      </w:r>
      <w:r w:rsidR="0085747A" w:rsidRPr="147EEC2B">
        <w:rPr>
          <w:rFonts w:ascii="Corbel" w:hAnsi="Corbel"/>
          <w:b w:val="0"/>
          <w:i/>
          <w:iCs/>
          <w:smallCaps w:val="0"/>
          <w:sz w:val="20"/>
          <w:szCs w:val="20"/>
        </w:rPr>
        <w:t>grupach</w:t>
      </w:r>
      <w:r w:rsidR="0071620A" w:rsidRPr="147EEC2B">
        <w:rPr>
          <w:rFonts w:ascii="Corbel" w:hAnsi="Corbel"/>
          <w:b w:val="0"/>
          <w:i/>
          <w:iCs/>
          <w:smallCaps w:val="0"/>
          <w:sz w:val="20"/>
          <w:szCs w:val="20"/>
        </w:rPr>
        <w:t xml:space="preserve"> (</w:t>
      </w:r>
      <w:r w:rsidR="0085747A" w:rsidRPr="147EEC2B">
        <w:rPr>
          <w:rFonts w:ascii="Corbel" w:hAnsi="Corbel"/>
          <w:b w:val="0"/>
          <w:i/>
          <w:iCs/>
          <w:smallCaps w:val="0"/>
          <w:sz w:val="20"/>
          <w:szCs w:val="20"/>
        </w:rPr>
        <w:t>rozwiązywanie zadań</w:t>
      </w:r>
      <w:r w:rsidR="0071620A" w:rsidRPr="147EEC2B">
        <w:rPr>
          <w:rFonts w:ascii="Corbel" w:hAnsi="Corbel"/>
          <w:b w:val="0"/>
          <w:i/>
          <w:iCs/>
          <w:smallCaps w:val="0"/>
          <w:sz w:val="20"/>
          <w:szCs w:val="20"/>
        </w:rPr>
        <w:t>,</w:t>
      </w:r>
      <w:r w:rsidR="0085747A" w:rsidRPr="147EEC2B">
        <w:rPr>
          <w:rFonts w:ascii="Corbel" w:hAnsi="Corbel"/>
          <w:b w:val="0"/>
          <w:i/>
          <w:iCs/>
          <w:smallCaps w:val="0"/>
          <w:sz w:val="20"/>
          <w:szCs w:val="20"/>
        </w:rPr>
        <w:t xml:space="preserve"> dyskusja</w:t>
      </w:r>
      <w:r w:rsidR="0071620A" w:rsidRPr="147EEC2B">
        <w:rPr>
          <w:rFonts w:ascii="Corbel" w:hAnsi="Corbel"/>
          <w:b w:val="0"/>
          <w:i/>
          <w:iCs/>
          <w:smallCaps w:val="0"/>
          <w:sz w:val="20"/>
          <w:szCs w:val="20"/>
        </w:rPr>
        <w:t>),</w:t>
      </w:r>
      <w:r w:rsidR="0E6C25D8" w:rsidRPr="147EEC2B">
        <w:rPr>
          <w:rFonts w:ascii="Corbel" w:hAnsi="Corbel"/>
          <w:b w:val="0"/>
          <w:i/>
          <w:iCs/>
          <w:smallCaps w:val="0"/>
          <w:sz w:val="20"/>
          <w:szCs w:val="20"/>
        </w:rPr>
        <w:t xml:space="preserve"> </w:t>
      </w:r>
      <w:r w:rsidR="001718A7" w:rsidRPr="147EEC2B">
        <w:rPr>
          <w:rFonts w:ascii="Corbel" w:hAnsi="Corbel"/>
          <w:b w:val="0"/>
          <w:i/>
          <w:iCs/>
          <w:smallCaps w:val="0"/>
          <w:sz w:val="20"/>
          <w:szCs w:val="20"/>
        </w:rPr>
        <w:t xml:space="preserve">gry dydaktyczne, </w:t>
      </w:r>
      <w:r w:rsidR="0085747A" w:rsidRPr="147EEC2B">
        <w:rPr>
          <w:rFonts w:ascii="Corbel" w:hAnsi="Corbel"/>
          <w:b w:val="0"/>
          <w:i/>
          <w:iCs/>
          <w:smallCaps w:val="0"/>
          <w:sz w:val="20"/>
          <w:szCs w:val="20"/>
        </w:rPr>
        <w:t xml:space="preserve">metody kształcenia na odległość </w:t>
      </w:r>
    </w:p>
    <w:p w14:paraId="79A50D96" w14:textId="77777777"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4C072A4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9ECD5B5" w14:textId="77777777" w:rsidR="00D20357" w:rsidRPr="002E35AF" w:rsidRDefault="00D20357" w:rsidP="00D20357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 w:rsidRPr="002E35AF">
        <w:rPr>
          <w:rFonts w:ascii="Corbel" w:hAnsi="Corbel"/>
          <w:b w:val="0"/>
          <w:smallCaps w:val="0"/>
          <w:sz w:val="22"/>
        </w:rPr>
        <w:t>Wykład: wykład problemowy/wykład z prezentacją multimedialną</w:t>
      </w:r>
    </w:p>
    <w:p w14:paraId="1DCF4F48" w14:textId="143D977F" w:rsidR="00E960BB" w:rsidRPr="002E35AF" w:rsidRDefault="00D20357" w:rsidP="3FDF46B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</w:rPr>
      </w:pPr>
      <w:r w:rsidRPr="002E35AF">
        <w:rPr>
          <w:rFonts w:ascii="Corbel" w:hAnsi="Corbel"/>
          <w:b w:val="0"/>
          <w:iCs/>
          <w:smallCaps w:val="0"/>
          <w:sz w:val="22"/>
        </w:rPr>
        <w:t>Ćwiczenia: projekt, praca w grupach, dyskusja</w:t>
      </w:r>
    </w:p>
    <w:p w14:paraId="35213E6B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76470BA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34571F4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5A316412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3D8FC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66909C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2CBD3325" w14:textId="77777777" w:rsidTr="00C05F44">
        <w:tc>
          <w:tcPr>
            <w:tcW w:w="1985" w:type="dxa"/>
            <w:vAlign w:val="center"/>
          </w:tcPr>
          <w:p w14:paraId="26A8847D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29EF728C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20A351B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CA43B4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381FC6A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20357" w:rsidRPr="009C54AE" w14:paraId="0ACFD8AD" w14:textId="77777777" w:rsidTr="00C05F44">
        <w:tc>
          <w:tcPr>
            <w:tcW w:w="1985" w:type="dxa"/>
          </w:tcPr>
          <w:p w14:paraId="715FD49A" w14:textId="77777777" w:rsidR="00D20357" w:rsidRPr="0062223F" w:rsidRDefault="00D20357" w:rsidP="00A441A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2223F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046C00B3" w14:textId="77777777" w:rsidR="00D20357" w:rsidRPr="0062223F" w:rsidRDefault="00D20357" w:rsidP="006D1EA3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62223F">
              <w:rPr>
                <w:rFonts w:ascii="Corbel" w:hAnsi="Corbel"/>
                <w:color w:val="000000"/>
                <w:sz w:val="24"/>
                <w:szCs w:val="24"/>
              </w:rPr>
              <w:t xml:space="preserve">obserwacja w trakcie zajęć, kolokwium, egzamin </w:t>
            </w:r>
          </w:p>
        </w:tc>
        <w:tc>
          <w:tcPr>
            <w:tcW w:w="2126" w:type="dxa"/>
          </w:tcPr>
          <w:p w14:paraId="3E63841B" w14:textId="77777777" w:rsidR="00D20357" w:rsidRPr="0062223F" w:rsidRDefault="00D20357" w:rsidP="00A441A5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62223F">
              <w:rPr>
                <w:rFonts w:ascii="Corbel" w:hAnsi="Corbel"/>
                <w:color w:val="000000"/>
                <w:sz w:val="24"/>
                <w:szCs w:val="24"/>
              </w:rPr>
              <w:t>ćwiczenia, wykład</w:t>
            </w:r>
          </w:p>
        </w:tc>
      </w:tr>
      <w:tr w:rsidR="00D20357" w:rsidRPr="009C54AE" w14:paraId="562BD96C" w14:textId="77777777" w:rsidTr="00C05F44">
        <w:tc>
          <w:tcPr>
            <w:tcW w:w="1985" w:type="dxa"/>
          </w:tcPr>
          <w:p w14:paraId="62B828A8" w14:textId="77777777" w:rsidR="00D20357" w:rsidRPr="0062223F" w:rsidRDefault="00D20357" w:rsidP="00A441A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2223F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4DFC9DA1" w14:textId="77777777" w:rsidR="00D20357" w:rsidRPr="0062223F" w:rsidRDefault="00D20357" w:rsidP="006D1EA3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62223F">
              <w:rPr>
                <w:rFonts w:ascii="Corbel" w:hAnsi="Corbel"/>
                <w:color w:val="000000"/>
                <w:sz w:val="24"/>
                <w:szCs w:val="24"/>
              </w:rPr>
              <w:t xml:space="preserve">obserwacja w trakcie zajęć, kolokwium, egzamin </w:t>
            </w:r>
          </w:p>
        </w:tc>
        <w:tc>
          <w:tcPr>
            <w:tcW w:w="2126" w:type="dxa"/>
          </w:tcPr>
          <w:p w14:paraId="6F381934" w14:textId="77777777" w:rsidR="00D20357" w:rsidRPr="0062223F" w:rsidRDefault="00D20357" w:rsidP="00A441A5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62223F">
              <w:rPr>
                <w:rFonts w:ascii="Corbel" w:hAnsi="Corbel"/>
                <w:color w:val="000000"/>
                <w:sz w:val="24"/>
                <w:szCs w:val="24"/>
              </w:rPr>
              <w:t>ćwiczenia, wykład</w:t>
            </w:r>
          </w:p>
        </w:tc>
      </w:tr>
      <w:tr w:rsidR="00D20357" w:rsidRPr="009C54AE" w14:paraId="29036A99" w14:textId="77777777" w:rsidTr="00C05F44">
        <w:tc>
          <w:tcPr>
            <w:tcW w:w="1985" w:type="dxa"/>
          </w:tcPr>
          <w:p w14:paraId="6B40F60C" w14:textId="77777777" w:rsidR="00D20357" w:rsidRPr="0062223F" w:rsidRDefault="00D20357" w:rsidP="00A441A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2223F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362C2731" w14:textId="0090E66E" w:rsidR="00D20357" w:rsidRPr="0062223F" w:rsidRDefault="00F77E36" w:rsidP="006D1EA3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62223F">
              <w:rPr>
                <w:rFonts w:ascii="Corbel" w:hAnsi="Corbel"/>
                <w:color w:val="000000"/>
                <w:sz w:val="24"/>
                <w:szCs w:val="24"/>
              </w:rPr>
              <w:t xml:space="preserve">obserwacja w trakcie zajęć, </w:t>
            </w:r>
            <w:bookmarkStart w:id="0" w:name="_GoBack"/>
            <w:bookmarkEnd w:id="0"/>
            <w:r w:rsidR="00D20357" w:rsidRPr="0062223F">
              <w:rPr>
                <w:rFonts w:ascii="Corbel" w:hAnsi="Corbel"/>
                <w:color w:val="000000"/>
                <w:sz w:val="24"/>
                <w:szCs w:val="24"/>
              </w:rPr>
              <w:t xml:space="preserve">egzamin </w:t>
            </w:r>
          </w:p>
        </w:tc>
        <w:tc>
          <w:tcPr>
            <w:tcW w:w="2126" w:type="dxa"/>
          </w:tcPr>
          <w:p w14:paraId="56E84DF4" w14:textId="77777777" w:rsidR="00D20357" w:rsidRPr="0062223F" w:rsidRDefault="00D20357" w:rsidP="00A441A5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62223F">
              <w:rPr>
                <w:rFonts w:ascii="Corbel" w:hAnsi="Corbel"/>
                <w:color w:val="000000"/>
                <w:sz w:val="24"/>
                <w:szCs w:val="24"/>
              </w:rPr>
              <w:t>ćwiczenia, wykład</w:t>
            </w:r>
          </w:p>
        </w:tc>
      </w:tr>
      <w:tr w:rsidR="00D20357" w:rsidRPr="009C54AE" w14:paraId="23AF062D" w14:textId="77777777" w:rsidTr="00C05F44">
        <w:tc>
          <w:tcPr>
            <w:tcW w:w="1985" w:type="dxa"/>
          </w:tcPr>
          <w:p w14:paraId="031D4B13" w14:textId="77777777" w:rsidR="00D20357" w:rsidRPr="0062223F" w:rsidRDefault="00D20357" w:rsidP="00A441A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2223F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15D5C310" w14:textId="77777777" w:rsidR="00D20357" w:rsidRPr="0062223F" w:rsidRDefault="00D20357" w:rsidP="006D1EA3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62223F">
              <w:rPr>
                <w:rFonts w:ascii="Corbel" w:hAnsi="Corbel"/>
                <w:color w:val="000000"/>
                <w:sz w:val="24"/>
                <w:szCs w:val="24"/>
              </w:rPr>
              <w:t xml:space="preserve">obserwacja w trakcie zajęć, egzamin </w:t>
            </w:r>
          </w:p>
        </w:tc>
        <w:tc>
          <w:tcPr>
            <w:tcW w:w="2126" w:type="dxa"/>
          </w:tcPr>
          <w:p w14:paraId="44A90845" w14:textId="77777777" w:rsidR="00D20357" w:rsidRPr="0062223F" w:rsidRDefault="00D20357" w:rsidP="00A441A5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62223F">
              <w:rPr>
                <w:rFonts w:ascii="Corbel" w:hAnsi="Corbel"/>
                <w:color w:val="000000"/>
                <w:sz w:val="24"/>
                <w:szCs w:val="24"/>
              </w:rPr>
              <w:t>ćwiczenia, wykład</w:t>
            </w:r>
          </w:p>
        </w:tc>
      </w:tr>
      <w:tr w:rsidR="00D20357" w:rsidRPr="009C54AE" w14:paraId="0D3AA9DC" w14:textId="77777777" w:rsidTr="00C05F44">
        <w:tc>
          <w:tcPr>
            <w:tcW w:w="1985" w:type="dxa"/>
          </w:tcPr>
          <w:p w14:paraId="0C8CAE4A" w14:textId="77777777" w:rsidR="00D20357" w:rsidRPr="0062223F" w:rsidRDefault="00D20357" w:rsidP="00A441A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2223F">
              <w:rPr>
                <w:rFonts w:ascii="Corbel" w:hAnsi="Corbel"/>
                <w:b w:val="0"/>
                <w:szCs w:val="24"/>
              </w:rPr>
              <w:lastRenderedPageBreak/>
              <w:t>EK_05</w:t>
            </w:r>
          </w:p>
        </w:tc>
        <w:tc>
          <w:tcPr>
            <w:tcW w:w="5528" w:type="dxa"/>
          </w:tcPr>
          <w:p w14:paraId="0C06FA5E" w14:textId="77777777" w:rsidR="00D20357" w:rsidRPr="0062223F" w:rsidRDefault="00D20357" w:rsidP="00A441A5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62223F">
              <w:rPr>
                <w:rFonts w:ascii="Corbel" w:hAnsi="Corbel"/>
                <w:color w:val="000000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02BFA572" w14:textId="77777777" w:rsidR="00D20357" w:rsidRPr="0062223F" w:rsidRDefault="00D20357" w:rsidP="00A441A5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62223F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  <w:tr w:rsidR="00D20357" w:rsidRPr="009C54AE" w14:paraId="42C5500E" w14:textId="77777777" w:rsidTr="00C05F44">
        <w:tc>
          <w:tcPr>
            <w:tcW w:w="1985" w:type="dxa"/>
          </w:tcPr>
          <w:p w14:paraId="1E930D2E" w14:textId="77777777" w:rsidR="00D20357" w:rsidRPr="0062223F" w:rsidRDefault="00D20357" w:rsidP="00A441A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2223F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0A6D6749" w14:textId="77777777" w:rsidR="00D20357" w:rsidRPr="0062223F" w:rsidRDefault="00D20357" w:rsidP="00A441A5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62223F">
              <w:rPr>
                <w:rFonts w:ascii="Corbel" w:hAnsi="Corbel"/>
                <w:color w:val="000000"/>
                <w:sz w:val="24"/>
                <w:szCs w:val="24"/>
              </w:rPr>
              <w:t xml:space="preserve">obserwacja w trakcie zajęć, projekt </w:t>
            </w:r>
          </w:p>
        </w:tc>
        <w:tc>
          <w:tcPr>
            <w:tcW w:w="2126" w:type="dxa"/>
          </w:tcPr>
          <w:p w14:paraId="22200DFC" w14:textId="77777777" w:rsidR="00D20357" w:rsidRPr="0062223F" w:rsidRDefault="00D20357" w:rsidP="00A441A5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62223F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  <w:tr w:rsidR="00D20357" w:rsidRPr="009C54AE" w14:paraId="67D75EF8" w14:textId="77777777" w:rsidTr="00C05F44">
        <w:tc>
          <w:tcPr>
            <w:tcW w:w="1985" w:type="dxa"/>
          </w:tcPr>
          <w:p w14:paraId="269D0091" w14:textId="77777777" w:rsidR="00D20357" w:rsidRPr="0062223F" w:rsidRDefault="00D20357" w:rsidP="00A441A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2223F"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14:paraId="702B83CE" w14:textId="77777777" w:rsidR="00D20357" w:rsidRPr="0062223F" w:rsidRDefault="00D20357" w:rsidP="00A441A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2223F">
              <w:rPr>
                <w:rFonts w:ascii="Corbel" w:hAnsi="Corbel"/>
                <w:sz w:val="24"/>
                <w:szCs w:val="24"/>
              </w:rPr>
              <w:t xml:space="preserve">obserwacja </w:t>
            </w:r>
            <w:r w:rsidRPr="0062223F">
              <w:rPr>
                <w:rFonts w:ascii="Corbel" w:hAnsi="Corbel"/>
                <w:color w:val="000000"/>
                <w:sz w:val="24"/>
                <w:szCs w:val="24"/>
              </w:rPr>
              <w:t>w trakcie zajęć, projekt</w:t>
            </w:r>
          </w:p>
        </w:tc>
        <w:tc>
          <w:tcPr>
            <w:tcW w:w="2126" w:type="dxa"/>
          </w:tcPr>
          <w:p w14:paraId="506C5A77" w14:textId="77777777" w:rsidR="00D20357" w:rsidRPr="0062223F" w:rsidRDefault="00D20357" w:rsidP="00A441A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2223F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  <w:tr w:rsidR="00D20357" w:rsidRPr="009C54AE" w14:paraId="30E13E10" w14:textId="77777777" w:rsidTr="00C05F44">
        <w:tc>
          <w:tcPr>
            <w:tcW w:w="1985" w:type="dxa"/>
          </w:tcPr>
          <w:p w14:paraId="4C6344D5" w14:textId="77777777" w:rsidR="00D20357" w:rsidRPr="0062223F" w:rsidRDefault="00D20357" w:rsidP="00A441A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2223F"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528" w:type="dxa"/>
          </w:tcPr>
          <w:p w14:paraId="17547912" w14:textId="77777777" w:rsidR="00D20357" w:rsidRPr="0062223F" w:rsidRDefault="00D20357" w:rsidP="00A441A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2223F">
              <w:rPr>
                <w:rFonts w:ascii="Corbel" w:hAnsi="Corbel"/>
                <w:sz w:val="24"/>
                <w:szCs w:val="24"/>
              </w:rPr>
              <w:t xml:space="preserve">obserwacja </w:t>
            </w:r>
            <w:r w:rsidRPr="0062223F">
              <w:rPr>
                <w:rFonts w:ascii="Corbel" w:hAnsi="Corbel"/>
                <w:color w:val="000000"/>
                <w:sz w:val="24"/>
                <w:szCs w:val="24"/>
              </w:rPr>
              <w:t>w trakcie zajęć, projekt</w:t>
            </w:r>
          </w:p>
        </w:tc>
        <w:tc>
          <w:tcPr>
            <w:tcW w:w="2126" w:type="dxa"/>
          </w:tcPr>
          <w:p w14:paraId="1EB56B47" w14:textId="77777777" w:rsidR="00D20357" w:rsidRPr="0062223F" w:rsidRDefault="00D20357" w:rsidP="00A441A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2223F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</w:tbl>
    <w:p w14:paraId="4C16B94A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ECF1EAE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0AD8C80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C30750D" w14:textId="77777777" w:rsidTr="3FDF46BF">
        <w:tc>
          <w:tcPr>
            <w:tcW w:w="9670" w:type="dxa"/>
          </w:tcPr>
          <w:p w14:paraId="397EDE68" w14:textId="77777777" w:rsidR="0062223F" w:rsidRPr="002E35AF" w:rsidRDefault="0062223F" w:rsidP="006222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2E35AF">
              <w:rPr>
                <w:rFonts w:ascii="Corbel" w:hAnsi="Corbel"/>
                <w:b w:val="0"/>
                <w:smallCaps w:val="0"/>
                <w:sz w:val="22"/>
              </w:rPr>
              <w:t xml:space="preserve">Wykład: egzamin </w:t>
            </w:r>
          </w:p>
          <w:p w14:paraId="53270D27" w14:textId="5EA6DD84" w:rsidR="0085747A" w:rsidRPr="009C54AE" w:rsidRDefault="384218A0" w:rsidP="3FDF46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2E35AF">
              <w:rPr>
                <w:rFonts w:ascii="Corbel" w:hAnsi="Corbel"/>
                <w:b w:val="0"/>
                <w:iCs/>
                <w:smallCaps w:val="0"/>
                <w:sz w:val="22"/>
              </w:rPr>
              <w:t>Ćwiczenia: aktywny udział w zajęciach,</w:t>
            </w:r>
            <w:r w:rsidR="31090C26" w:rsidRPr="002E35AF">
              <w:rPr>
                <w:rFonts w:ascii="Corbel" w:hAnsi="Corbel"/>
                <w:b w:val="0"/>
                <w:iCs/>
                <w:smallCaps w:val="0"/>
                <w:sz w:val="22"/>
              </w:rPr>
              <w:t xml:space="preserve"> kolokwium, projekt</w:t>
            </w:r>
            <w:r w:rsidR="639B6964" w:rsidRPr="002E35AF">
              <w:rPr>
                <w:rFonts w:ascii="Corbel" w:hAnsi="Corbel"/>
                <w:b w:val="0"/>
                <w:iCs/>
                <w:smallCaps w:val="0"/>
                <w:sz w:val="22"/>
              </w:rPr>
              <w:t>.</w:t>
            </w:r>
            <w:r w:rsidR="2B5D1A97" w:rsidRPr="002E35AF">
              <w:rPr>
                <w:rFonts w:ascii="Corbel" w:hAnsi="Corbel"/>
                <w:b w:val="0"/>
                <w:iCs/>
                <w:smallCaps w:val="0"/>
                <w:sz w:val="22"/>
              </w:rPr>
              <w:t xml:space="preserve"> </w:t>
            </w:r>
            <w:r w:rsidR="12A0606B" w:rsidRPr="002E35AF">
              <w:rPr>
                <w:rFonts w:ascii="Corbel" w:hAnsi="Corbel"/>
                <w:b w:val="0"/>
                <w:iCs/>
                <w:smallCaps w:val="0"/>
                <w:sz w:val="22"/>
              </w:rPr>
              <w:t>O</w:t>
            </w:r>
            <w:r w:rsidR="3263B675" w:rsidRPr="002E35AF">
              <w:rPr>
                <w:rFonts w:ascii="Corbel" w:hAnsi="Corbel"/>
                <w:b w:val="0"/>
                <w:iCs/>
                <w:smallCaps w:val="0"/>
                <w:sz w:val="22"/>
              </w:rPr>
              <w:t>cena końcowa z ćwiczeń</w:t>
            </w:r>
            <w:r w:rsidR="6658D159" w:rsidRPr="002E35AF">
              <w:rPr>
                <w:rFonts w:ascii="Corbel" w:hAnsi="Corbel"/>
                <w:b w:val="0"/>
                <w:iCs/>
                <w:smallCaps w:val="0"/>
                <w:sz w:val="22"/>
              </w:rPr>
              <w:t>:</w:t>
            </w:r>
            <w:r w:rsidR="3263B675" w:rsidRPr="002E35AF">
              <w:rPr>
                <w:rFonts w:ascii="Corbel" w:hAnsi="Corbel"/>
                <w:b w:val="0"/>
                <w:iCs/>
                <w:smallCaps w:val="0"/>
                <w:sz w:val="22"/>
              </w:rPr>
              <w:t xml:space="preserve"> średnia arytmetyczna oceny z kolokwium i projektu</w:t>
            </w:r>
            <w:r w:rsidR="5B7FD149" w:rsidRPr="002E35AF">
              <w:rPr>
                <w:rFonts w:ascii="Corbel" w:hAnsi="Corbel"/>
                <w:b w:val="0"/>
                <w:iCs/>
                <w:smallCaps w:val="0"/>
                <w:sz w:val="22"/>
              </w:rPr>
              <w:t>.</w:t>
            </w:r>
          </w:p>
        </w:tc>
      </w:tr>
    </w:tbl>
    <w:p w14:paraId="0A072C1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03278CB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B50DDC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6065B023" w14:textId="77777777" w:rsidTr="003E1941">
        <w:tc>
          <w:tcPr>
            <w:tcW w:w="4962" w:type="dxa"/>
            <w:vAlign w:val="center"/>
          </w:tcPr>
          <w:p w14:paraId="285A34C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7A7835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2EECC5C" w14:textId="77777777" w:rsidTr="00923D7D">
        <w:tc>
          <w:tcPr>
            <w:tcW w:w="4962" w:type="dxa"/>
          </w:tcPr>
          <w:p w14:paraId="3823164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51A0998" w14:textId="77777777" w:rsidR="0085747A" w:rsidRPr="009C54AE" w:rsidRDefault="0062223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9C54AE" w14:paraId="33CD9A74" w14:textId="77777777" w:rsidTr="00923D7D">
        <w:tc>
          <w:tcPr>
            <w:tcW w:w="4962" w:type="dxa"/>
          </w:tcPr>
          <w:p w14:paraId="5E22AB7A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319612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FB0FC58" w14:textId="568DD378" w:rsidR="00C61DC5" w:rsidRPr="009C54AE" w:rsidRDefault="00AA0776" w:rsidP="002E35A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2E35AF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61DC5" w:rsidRPr="009C54AE" w14:paraId="46C8EE71" w14:textId="77777777" w:rsidTr="00923D7D">
        <w:tc>
          <w:tcPr>
            <w:tcW w:w="4962" w:type="dxa"/>
          </w:tcPr>
          <w:p w14:paraId="71AB2FDA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4F57A49F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70534D49" w14:textId="23327BEB" w:rsidR="00C61DC5" w:rsidRPr="009C54AE" w:rsidRDefault="002E35A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85747A" w:rsidRPr="009C54AE" w14:paraId="2A81E4C5" w14:textId="77777777" w:rsidTr="00923D7D">
        <w:tc>
          <w:tcPr>
            <w:tcW w:w="4962" w:type="dxa"/>
          </w:tcPr>
          <w:p w14:paraId="257047E2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F8272FB" w14:textId="77777777" w:rsidR="0085747A" w:rsidRPr="009C54AE" w:rsidRDefault="0062223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85747A" w:rsidRPr="009C54AE" w14:paraId="075CFADC" w14:textId="77777777" w:rsidTr="00923D7D">
        <w:tc>
          <w:tcPr>
            <w:tcW w:w="4962" w:type="dxa"/>
          </w:tcPr>
          <w:p w14:paraId="54322E62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42A571F" w14:textId="77777777" w:rsidR="0085747A" w:rsidRPr="009C54AE" w:rsidRDefault="0062223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15107F0D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4E6C0E2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82698F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D18430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2218AA9B" w14:textId="77777777" w:rsidTr="0071620A">
        <w:trPr>
          <w:trHeight w:val="397"/>
        </w:trPr>
        <w:tc>
          <w:tcPr>
            <w:tcW w:w="3544" w:type="dxa"/>
          </w:tcPr>
          <w:p w14:paraId="76D13B1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3D4B460" w14:textId="77777777" w:rsidR="0085747A" w:rsidRPr="009C54AE" w:rsidRDefault="0062223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7C65B1F0" w14:textId="77777777" w:rsidTr="0071620A">
        <w:trPr>
          <w:trHeight w:val="397"/>
        </w:trPr>
        <w:tc>
          <w:tcPr>
            <w:tcW w:w="3544" w:type="dxa"/>
          </w:tcPr>
          <w:p w14:paraId="2755CD1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1A97121" w14:textId="77777777" w:rsidR="0085747A" w:rsidRPr="009C54AE" w:rsidRDefault="0062223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46831CE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C4BA227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4C985E60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Layout w:type="fixed"/>
        <w:tblLook w:val="04A0" w:firstRow="1" w:lastRow="0" w:firstColumn="1" w:lastColumn="0" w:noHBand="0" w:noVBand="1"/>
      </w:tblPr>
      <w:tblGrid>
        <w:gridCol w:w="7500"/>
      </w:tblGrid>
      <w:tr w:rsidR="2233EB94" w14:paraId="3DE5FE19" w14:textId="77777777" w:rsidTr="2233EB94">
        <w:trPr>
          <w:trHeight w:val="390"/>
        </w:trPr>
        <w:tc>
          <w:tcPr>
            <w:tcW w:w="7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6B295C" w14:textId="0C70FB12" w:rsidR="2233EB94" w:rsidRDefault="2233EB94" w:rsidP="2233EB94">
            <w:pPr>
              <w:pStyle w:val="Punktygwne"/>
              <w:spacing w:before="0" w:after="0"/>
              <w:rPr>
                <w:rFonts w:ascii="Corbel" w:eastAsia="Corbel" w:hAnsi="Corbel" w:cs="Corbel"/>
                <w:bCs/>
                <w:color w:val="000000" w:themeColor="text1"/>
                <w:szCs w:val="24"/>
              </w:rPr>
            </w:pPr>
            <w:r w:rsidRPr="2233EB94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Literatura podstawowa:</w:t>
            </w:r>
          </w:p>
          <w:p w14:paraId="76AD65F2" w14:textId="02EEBEE1" w:rsidR="2233EB94" w:rsidRDefault="2233EB94" w:rsidP="001D6812">
            <w:pPr>
              <w:spacing w:after="0"/>
              <w:ind w:left="485" w:hanging="485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2233EB9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Griffin R.W., </w:t>
            </w:r>
            <w:r w:rsidRPr="2233EB94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>Podstawy zarządzania organizacjami</w:t>
            </w:r>
            <w:r w:rsidRPr="2233EB9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, PWN, Warszawa 2017.</w:t>
            </w:r>
          </w:p>
          <w:p w14:paraId="7007B16A" w14:textId="1CB4CCBC" w:rsidR="2233EB94" w:rsidRDefault="2233EB94" w:rsidP="001D6812">
            <w:pPr>
              <w:spacing w:after="0"/>
              <w:ind w:left="485" w:hanging="485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2233EB9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Korzeniowski L.F., </w:t>
            </w:r>
            <w:r w:rsidRPr="2233EB94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>Podstawy zarządzania organizacjami</w:t>
            </w:r>
            <w:r w:rsidRPr="2233EB9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2233EB9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Difin</w:t>
            </w:r>
            <w:proofErr w:type="spellEnd"/>
            <w:r w:rsidRPr="2233EB9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, Warszawa 2019. </w:t>
            </w:r>
          </w:p>
          <w:p w14:paraId="45635982" w14:textId="263D678B" w:rsidR="2233EB94" w:rsidRDefault="2233EB94" w:rsidP="001D6812">
            <w:pPr>
              <w:pStyle w:val="Punktygwne"/>
              <w:spacing w:before="0" w:after="0"/>
              <w:ind w:left="485" w:hanging="485"/>
              <w:rPr>
                <w:rFonts w:ascii="Corbel" w:eastAsia="Corbel" w:hAnsi="Corbel" w:cs="Corbel"/>
                <w:bCs/>
                <w:color w:val="000000" w:themeColor="text1"/>
                <w:szCs w:val="24"/>
              </w:rPr>
            </w:pPr>
            <w:r w:rsidRPr="2233EB94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 xml:space="preserve">Koźmiński A.K., Piotrowski W., </w:t>
            </w:r>
            <w:r w:rsidRPr="2233EB94">
              <w:rPr>
                <w:rFonts w:ascii="Corbel" w:eastAsia="Corbel" w:hAnsi="Corbel" w:cs="Corbel"/>
                <w:b w:val="0"/>
                <w:i/>
                <w:iCs/>
                <w:smallCaps w:val="0"/>
                <w:color w:val="000000" w:themeColor="text1"/>
                <w:szCs w:val="24"/>
              </w:rPr>
              <w:t>Zarządzanie. Teoria i praktyka</w:t>
            </w:r>
            <w:r w:rsidRPr="2233EB94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, PWN, Warszawa 2020.</w:t>
            </w:r>
          </w:p>
        </w:tc>
      </w:tr>
      <w:tr w:rsidR="2233EB94" w14:paraId="0E97F07C" w14:textId="77777777" w:rsidTr="2233EB94">
        <w:trPr>
          <w:trHeight w:val="390"/>
        </w:trPr>
        <w:tc>
          <w:tcPr>
            <w:tcW w:w="7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D82CC7" w14:textId="766196FE" w:rsidR="2233EB94" w:rsidRDefault="2233EB94" w:rsidP="2233EB94">
            <w:pPr>
              <w:pStyle w:val="Punktygwne"/>
              <w:spacing w:before="0" w:after="0"/>
              <w:rPr>
                <w:rFonts w:ascii="Corbel" w:eastAsia="Corbel" w:hAnsi="Corbel" w:cs="Corbel"/>
                <w:bCs/>
                <w:color w:val="000000" w:themeColor="text1"/>
                <w:szCs w:val="24"/>
              </w:rPr>
            </w:pPr>
            <w:r w:rsidRPr="2233EB94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 xml:space="preserve">Literatura uzupełniająca: </w:t>
            </w:r>
          </w:p>
          <w:p w14:paraId="4F246ED7" w14:textId="3E6A827D" w:rsidR="2233EB94" w:rsidRDefault="2233EB94" w:rsidP="001D6812">
            <w:pPr>
              <w:spacing w:after="0"/>
              <w:ind w:left="485" w:hanging="485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2233EB9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Adamik A., </w:t>
            </w:r>
            <w:r w:rsidRPr="2233EB94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>Nauka o organizacji</w:t>
            </w:r>
            <w:r w:rsidRPr="2233EB9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, PWN, Warszawa 2020.</w:t>
            </w:r>
          </w:p>
          <w:p w14:paraId="5B9D20CB" w14:textId="13DA200D" w:rsidR="2233EB94" w:rsidRDefault="2233EB94" w:rsidP="001D6812">
            <w:pPr>
              <w:spacing w:after="0"/>
              <w:ind w:left="485" w:hanging="485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2233EB9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Gordon T., </w:t>
            </w:r>
            <w:r w:rsidRPr="2233EB94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>Nowa psychologia zarządzania. Jak błyskawicznie zmotywować tych, którym chce się najmniej</w:t>
            </w:r>
            <w:r w:rsidRPr="2233EB9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2233EB9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Onepress</w:t>
            </w:r>
            <w:proofErr w:type="spellEnd"/>
            <w:r w:rsidRPr="2233EB9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, Gliwice 2020.</w:t>
            </w:r>
          </w:p>
          <w:p w14:paraId="1D2F6546" w14:textId="4B13198F" w:rsidR="2233EB94" w:rsidRDefault="2233EB94" w:rsidP="001D6812">
            <w:pPr>
              <w:spacing w:after="0"/>
              <w:ind w:left="485" w:hanging="485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2233EB9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lastRenderedPageBreak/>
              <w:t xml:space="preserve">Kożuch B., </w:t>
            </w:r>
            <w:r w:rsidRPr="2233EB94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>Nauka o organizacji</w:t>
            </w:r>
            <w:r w:rsidRPr="2233EB9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2233EB9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CeDeWu</w:t>
            </w:r>
            <w:proofErr w:type="spellEnd"/>
            <w:r w:rsidRPr="2233EB9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, Warszawa 2018.</w:t>
            </w:r>
          </w:p>
          <w:p w14:paraId="6C740329" w14:textId="3B4D3C22" w:rsidR="2233EB94" w:rsidRDefault="2233EB94" w:rsidP="001D6812">
            <w:pPr>
              <w:spacing w:after="0"/>
              <w:ind w:left="485" w:hanging="485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proofErr w:type="spellStart"/>
            <w:r w:rsidRPr="2233EB9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Kimsey</w:t>
            </w:r>
            <w:proofErr w:type="spellEnd"/>
            <w:r w:rsidRPr="2233EB9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-House H., </w:t>
            </w:r>
            <w:proofErr w:type="spellStart"/>
            <w:r w:rsidRPr="2233EB9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Kimsey</w:t>
            </w:r>
            <w:proofErr w:type="spellEnd"/>
            <w:r w:rsidRPr="2233EB9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-House K., </w:t>
            </w:r>
            <w:proofErr w:type="spellStart"/>
            <w:r w:rsidRPr="2233EB9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Sandahl</w:t>
            </w:r>
            <w:proofErr w:type="spellEnd"/>
            <w:r w:rsidRPr="2233EB9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P., </w:t>
            </w:r>
            <w:proofErr w:type="spellStart"/>
            <w:r w:rsidRPr="2233EB94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>Coaching</w:t>
            </w:r>
            <w:proofErr w:type="spellEnd"/>
            <w:r w:rsidRPr="2233EB94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2233EB94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>koaktywny</w:t>
            </w:r>
            <w:proofErr w:type="spellEnd"/>
            <w:r w:rsidRPr="2233EB94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>. Zmiany w biznesie, zmiany w życiu</w:t>
            </w:r>
            <w:r w:rsidRPr="2233EB9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2233EB9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Wolters</w:t>
            </w:r>
            <w:proofErr w:type="spellEnd"/>
            <w:r w:rsidRPr="2233EB9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2233EB9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Kluwer</w:t>
            </w:r>
            <w:proofErr w:type="spellEnd"/>
            <w:r w:rsidRPr="2233EB9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, Warszawa 2019.</w:t>
            </w:r>
          </w:p>
          <w:p w14:paraId="06AF1BCC" w14:textId="77F1C25B" w:rsidR="2233EB94" w:rsidRDefault="2233EB94" w:rsidP="001D6812">
            <w:pPr>
              <w:spacing w:after="0"/>
              <w:ind w:left="485" w:hanging="485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2233EB9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Glinka B., Kostera M., </w:t>
            </w:r>
            <w:r w:rsidRPr="2233EB94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>Nowe kierunki w organizacji i zarządzaniu</w:t>
            </w:r>
            <w:r w:rsidRPr="2233EB9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2233EB9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Wolters</w:t>
            </w:r>
            <w:proofErr w:type="spellEnd"/>
            <w:r w:rsidRPr="2233EB9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2233EB9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Kluwer</w:t>
            </w:r>
            <w:proofErr w:type="spellEnd"/>
            <w:r w:rsidRPr="2233EB9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, Warszawa 2016.</w:t>
            </w:r>
          </w:p>
          <w:p w14:paraId="572EEF21" w14:textId="73E524A7" w:rsidR="2233EB94" w:rsidRDefault="2233EB94" w:rsidP="001D6812">
            <w:pPr>
              <w:spacing w:after="0"/>
              <w:ind w:left="485" w:hanging="485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proofErr w:type="spellStart"/>
            <w:r w:rsidRPr="2233EB9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Masłyk</w:t>
            </w:r>
            <w:proofErr w:type="spellEnd"/>
            <w:r w:rsidRPr="2233EB9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-Musiał E., </w:t>
            </w:r>
            <w:r w:rsidRPr="2233EB94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>Społeczeństwo i organizacje</w:t>
            </w:r>
            <w:r w:rsidRPr="2233EB9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, Wyd. UMCS, Lublin 2001.</w:t>
            </w:r>
          </w:p>
          <w:p w14:paraId="021A30CF" w14:textId="2278F957" w:rsidR="2233EB94" w:rsidRDefault="2233EB94" w:rsidP="001D6812">
            <w:pPr>
              <w:spacing w:after="0"/>
              <w:ind w:left="485" w:hanging="485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2233EB9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Morgan G., </w:t>
            </w:r>
            <w:r w:rsidRPr="2233EB94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>Obrazy organizacji</w:t>
            </w:r>
            <w:r w:rsidRPr="2233EB9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, PWN, Warszawa 2013.</w:t>
            </w:r>
          </w:p>
          <w:p w14:paraId="1DF6D00A" w14:textId="24B3111D" w:rsidR="2233EB94" w:rsidRDefault="2233EB94" w:rsidP="001D6812">
            <w:pPr>
              <w:spacing w:after="0"/>
              <w:ind w:left="485" w:hanging="485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proofErr w:type="spellStart"/>
            <w:r w:rsidRPr="2233EB9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Mintzberg</w:t>
            </w:r>
            <w:proofErr w:type="spellEnd"/>
            <w:r w:rsidRPr="2233EB9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H., </w:t>
            </w:r>
            <w:r w:rsidRPr="2233EB94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>Zarządzanie</w:t>
            </w:r>
            <w:r w:rsidRPr="2233EB9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, Wyd. nieoczywiste, Warszawa 2015.</w:t>
            </w:r>
          </w:p>
          <w:p w14:paraId="6DC31DDE" w14:textId="36423F55" w:rsidR="2233EB94" w:rsidRDefault="2233EB94" w:rsidP="001D6812">
            <w:pPr>
              <w:spacing w:after="0"/>
              <w:ind w:left="485" w:hanging="485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2233EB9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Sudoł S., </w:t>
            </w:r>
            <w:r w:rsidRPr="2233EB94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>Nauki o zarządzaniu</w:t>
            </w:r>
            <w:r w:rsidRPr="2233EB9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, PWN, Warszawa 2019.</w:t>
            </w:r>
          </w:p>
          <w:p w14:paraId="179FCB1E" w14:textId="11E30C6B" w:rsidR="2233EB94" w:rsidRDefault="2233EB94" w:rsidP="001D6812">
            <w:pPr>
              <w:pStyle w:val="Punktygwne"/>
              <w:spacing w:before="0" w:after="0"/>
              <w:ind w:left="485" w:hanging="485"/>
              <w:rPr>
                <w:rFonts w:ascii="Corbel" w:eastAsia="Corbel" w:hAnsi="Corbel" w:cs="Corbel"/>
                <w:bCs/>
                <w:color w:val="000000" w:themeColor="text1"/>
                <w:szCs w:val="24"/>
              </w:rPr>
            </w:pPr>
            <w:r w:rsidRPr="2233EB94">
              <w:rPr>
                <w:rFonts w:ascii="Corbel" w:eastAsia="Corbel" w:hAnsi="Corbel" w:cs="Corbel"/>
                <w:b w:val="0"/>
                <w:i/>
                <w:iCs/>
                <w:smallCaps w:val="0"/>
                <w:color w:val="000000" w:themeColor="text1"/>
                <w:szCs w:val="24"/>
              </w:rPr>
              <w:t>Ustawa z dnia 7 kwietnia 1989 r. Prawo o stowarzyszeniach</w:t>
            </w:r>
            <w:r w:rsidRPr="2233EB94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 xml:space="preserve"> (</w:t>
            </w:r>
            <w:proofErr w:type="spellStart"/>
            <w:r w:rsidRPr="2233EB94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Dz.U</w:t>
            </w:r>
            <w:proofErr w:type="spellEnd"/>
            <w:r w:rsidRPr="2233EB94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. 1989 nr 20 poz. 104 z póz. zm.)</w:t>
            </w:r>
          </w:p>
          <w:p w14:paraId="5E1E1400" w14:textId="6E45FADF" w:rsidR="2233EB94" w:rsidRDefault="2233EB94" w:rsidP="001D6812">
            <w:pPr>
              <w:pStyle w:val="Punktygwne"/>
              <w:spacing w:before="0" w:after="0"/>
              <w:ind w:left="485" w:hanging="485"/>
              <w:rPr>
                <w:rFonts w:ascii="Corbel" w:eastAsia="Corbel" w:hAnsi="Corbel" w:cs="Corbel"/>
                <w:bCs/>
                <w:color w:val="000000" w:themeColor="text1"/>
                <w:szCs w:val="24"/>
              </w:rPr>
            </w:pPr>
            <w:r w:rsidRPr="2233EB94">
              <w:rPr>
                <w:rFonts w:ascii="Corbel" w:eastAsia="Corbel" w:hAnsi="Corbel" w:cs="Corbel"/>
                <w:b w:val="0"/>
                <w:i/>
                <w:iCs/>
                <w:smallCaps w:val="0"/>
                <w:color w:val="000000" w:themeColor="text1"/>
                <w:szCs w:val="24"/>
              </w:rPr>
              <w:t>Ustawa z dnia 24 kwietnia 2003 r. o działalności pożytku publicznego i o wolontariacie</w:t>
            </w:r>
            <w:r w:rsidRPr="2233EB94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 xml:space="preserve"> (</w:t>
            </w:r>
            <w:proofErr w:type="spellStart"/>
            <w:r w:rsidRPr="2233EB94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Dz.U</w:t>
            </w:r>
            <w:proofErr w:type="spellEnd"/>
            <w:r w:rsidRPr="2233EB94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. 2003 nr 96 poz. 873 z póz. zm.)</w:t>
            </w:r>
          </w:p>
        </w:tc>
      </w:tr>
    </w:tbl>
    <w:p w14:paraId="7BC50BA4" w14:textId="4FF24594" w:rsidR="0085747A" w:rsidRPr="009C54AE" w:rsidRDefault="0085747A" w:rsidP="2233EB94">
      <w:pPr>
        <w:pStyle w:val="Punktygwne"/>
        <w:spacing w:before="0" w:after="0"/>
        <w:ind w:left="360"/>
        <w:rPr>
          <w:rFonts w:ascii="Corbel" w:hAnsi="Corbel"/>
          <w:bCs/>
          <w:smallCaps w:val="0"/>
          <w:szCs w:val="24"/>
        </w:rPr>
      </w:pPr>
    </w:p>
    <w:p w14:paraId="515C7F0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480F68B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B01E10" w14:textId="77777777" w:rsidR="0091171F" w:rsidRDefault="0091171F" w:rsidP="00C16ABF">
      <w:pPr>
        <w:spacing w:after="0" w:line="240" w:lineRule="auto"/>
      </w:pPr>
      <w:r>
        <w:separator/>
      </w:r>
    </w:p>
  </w:endnote>
  <w:endnote w:type="continuationSeparator" w:id="0">
    <w:p w14:paraId="609F5C05" w14:textId="77777777" w:rsidR="0091171F" w:rsidRDefault="0091171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D7FB79" w14:textId="77777777" w:rsidR="0091171F" w:rsidRDefault="0091171F" w:rsidP="00C16ABF">
      <w:pPr>
        <w:spacing w:after="0" w:line="240" w:lineRule="auto"/>
      </w:pPr>
      <w:r>
        <w:separator/>
      </w:r>
    </w:p>
  </w:footnote>
  <w:footnote w:type="continuationSeparator" w:id="0">
    <w:p w14:paraId="68D470D8" w14:textId="77777777" w:rsidR="0091171F" w:rsidRDefault="0091171F" w:rsidP="00C16ABF">
      <w:pPr>
        <w:spacing w:after="0" w:line="240" w:lineRule="auto"/>
      </w:pPr>
      <w:r>
        <w:continuationSeparator/>
      </w:r>
    </w:p>
  </w:footnote>
  <w:footnote w:id="1">
    <w:p w14:paraId="1AA84EDF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09AA"/>
    <w:rsid w:val="000A296F"/>
    <w:rsid w:val="000A2A28"/>
    <w:rsid w:val="000A3CDF"/>
    <w:rsid w:val="000B192D"/>
    <w:rsid w:val="000B28EE"/>
    <w:rsid w:val="000B3E37"/>
    <w:rsid w:val="000D04B0"/>
    <w:rsid w:val="000F1C57"/>
    <w:rsid w:val="000F2D5B"/>
    <w:rsid w:val="000F5615"/>
    <w:rsid w:val="000F5BB3"/>
    <w:rsid w:val="00110E4D"/>
    <w:rsid w:val="0011355E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3074"/>
    <w:rsid w:val="00192F37"/>
    <w:rsid w:val="001A1599"/>
    <w:rsid w:val="001A70D2"/>
    <w:rsid w:val="001B3806"/>
    <w:rsid w:val="001C3DA0"/>
    <w:rsid w:val="001D657B"/>
    <w:rsid w:val="001D6812"/>
    <w:rsid w:val="001D7B54"/>
    <w:rsid w:val="001E0209"/>
    <w:rsid w:val="001F2142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35AF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7B55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028CF"/>
    <w:rsid w:val="00414E3C"/>
    <w:rsid w:val="00420F87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01E0"/>
    <w:rsid w:val="004D5282"/>
    <w:rsid w:val="004F1551"/>
    <w:rsid w:val="004F4A52"/>
    <w:rsid w:val="004F55A3"/>
    <w:rsid w:val="0050395D"/>
    <w:rsid w:val="0050496F"/>
    <w:rsid w:val="005066EC"/>
    <w:rsid w:val="00513B6F"/>
    <w:rsid w:val="00517C63"/>
    <w:rsid w:val="005311C9"/>
    <w:rsid w:val="00534EDF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223F"/>
    <w:rsid w:val="00627FC9"/>
    <w:rsid w:val="00647FA8"/>
    <w:rsid w:val="00650C5F"/>
    <w:rsid w:val="00654934"/>
    <w:rsid w:val="00655E63"/>
    <w:rsid w:val="006620D9"/>
    <w:rsid w:val="00671958"/>
    <w:rsid w:val="00675843"/>
    <w:rsid w:val="006769F7"/>
    <w:rsid w:val="00696477"/>
    <w:rsid w:val="006A5A5D"/>
    <w:rsid w:val="006D050F"/>
    <w:rsid w:val="006D1EA3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C4C"/>
    <w:rsid w:val="007A6E6E"/>
    <w:rsid w:val="007C3299"/>
    <w:rsid w:val="007C3BCC"/>
    <w:rsid w:val="007C4546"/>
    <w:rsid w:val="007D6E56"/>
    <w:rsid w:val="007E7D73"/>
    <w:rsid w:val="007F4155"/>
    <w:rsid w:val="00801350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171F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0776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7236"/>
    <w:rsid w:val="00BB520A"/>
    <w:rsid w:val="00BD3869"/>
    <w:rsid w:val="00BD66E9"/>
    <w:rsid w:val="00BD6FF4"/>
    <w:rsid w:val="00BE0D83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E65ED"/>
    <w:rsid w:val="00CF25BE"/>
    <w:rsid w:val="00CF78ED"/>
    <w:rsid w:val="00D02B25"/>
    <w:rsid w:val="00D02EBA"/>
    <w:rsid w:val="00D17C3C"/>
    <w:rsid w:val="00D2008E"/>
    <w:rsid w:val="00D20357"/>
    <w:rsid w:val="00D2553B"/>
    <w:rsid w:val="00D26B2C"/>
    <w:rsid w:val="00D352C9"/>
    <w:rsid w:val="00D425B2"/>
    <w:rsid w:val="00D428D6"/>
    <w:rsid w:val="00D552B2"/>
    <w:rsid w:val="00D608D1"/>
    <w:rsid w:val="00D74119"/>
    <w:rsid w:val="00D8075B"/>
    <w:rsid w:val="00D821FB"/>
    <w:rsid w:val="00D8678B"/>
    <w:rsid w:val="00DA2114"/>
    <w:rsid w:val="00DE09C0"/>
    <w:rsid w:val="00DE4A14"/>
    <w:rsid w:val="00DE4ABE"/>
    <w:rsid w:val="00DE58B4"/>
    <w:rsid w:val="00DF320D"/>
    <w:rsid w:val="00DF71C8"/>
    <w:rsid w:val="00E129B8"/>
    <w:rsid w:val="00E21E7D"/>
    <w:rsid w:val="00E22FBC"/>
    <w:rsid w:val="00E244E7"/>
    <w:rsid w:val="00E24BF5"/>
    <w:rsid w:val="00E25338"/>
    <w:rsid w:val="00E51E44"/>
    <w:rsid w:val="00E56288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2434"/>
    <w:rsid w:val="00ED32D2"/>
    <w:rsid w:val="00EE32DE"/>
    <w:rsid w:val="00EE5457"/>
    <w:rsid w:val="00F070AB"/>
    <w:rsid w:val="00F1290A"/>
    <w:rsid w:val="00F17567"/>
    <w:rsid w:val="00F22EA4"/>
    <w:rsid w:val="00F27A7B"/>
    <w:rsid w:val="00F526AF"/>
    <w:rsid w:val="00F617C3"/>
    <w:rsid w:val="00F7066B"/>
    <w:rsid w:val="00F77E36"/>
    <w:rsid w:val="00F819E5"/>
    <w:rsid w:val="00F83B28"/>
    <w:rsid w:val="00F93F6F"/>
    <w:rsid w:val="00F974DA"/>
    <w:rsid w:val="00FA46E5"/>
    <w:rsid w:val="00FB7DBA"/>
    <w:rsid w:val="00FC1C25"/>
    <w:rsid w:val="00FC3F45"/>
    <w:rsid w:val="00FD503F"/>
    <w:rsid w:val="00FD567B"/>
    <w:rsid w:val="00FD7589"/>
    <w:rsid w:val="00FF016A"/>
    <w:rsid w:val="00FF1401"/>
    <w:rsid w:val="00FF5E7D"/>
    <w:rsid w:val="01550A88"/>
    <w:rsid w:val="0B1E728F"/>
    <w:rsid w:val="0E64C27E"/>
    <w:rsid w:val="0E6C25D8"/>
    <w:rsid w:val="0EA9E2B7"/>
    <w:rsid w:val="1091107A"/>
    <w:rsid w:val="112A00A1"/>
    <w:rsid w:val="11C52956"/>
    <w:rsid w:val="12A0606B"/>
    <w:rsid w:val="147EEC2B"/>
    <w:rsid w:val="1A4FE2B2"/>
    <w:rsid w:val="20981B33"/>
    <w:rsid w:val="2233EB94"/>
    <w:rsid w:val="2B5D1A97"/>
    <w:rsid w:val="2BE09363"/>
    <w:rsid w:val="2E6A5CF8"/>
    <w:rsid w:val="2F124FE5"/>
    <w:rsid w:val="31090C26"/>
    <w:rsid w:val="32635C59"/>
    <w:rsid w:val="3263B675"/>
    <w:rsid w:val="33FCA606"/>
    <w:rsid w:val="34953F05"/>
    <w:rsid w:val="384218A0"/>
    <w:rsid w:val="3F349E21"/>
    <w:rsid w:val="3FDF46BF"/>
    <w:rsid w:val="40331BA0"/>
    <w:rsid w:val="416A1716"/>
    <w:rsid w:val="45589A41"/>
    <w:rsid w:val="46278A66"/>
    <w:rsid w:val="466E5F8E"/>
    <w:rsid w:val="4879D628"/>
    <w:rsid w:val="51CBE76E"/>
    <w:rsid w:val="52AD024F"/>
    <w:rsid w:val="5998CA83"/>
    <w:rsid w:val="5B4AC460"/>
    <w:rsid w:val="5B7FD149"/>
    <w:rsid w:val="623C063C"/>
    <w:rsid w:val="631176CE"/>
    <w:rsid w:val="633CB21E"/>
    <w:rsid w:val="639B6964"/>
    <w:rsid w:val="6658D159"/>
    <w:rsid w:val="69678FF5"/>
    <w:rsid w:val="6CB77C0F"/>
    <w:rsid w:val="7C819964"/>
    <w:rsid w:val="7DCEE73A"/>
    <w:rsid w:val="7E1D69C5"/>
    <w:rsid w:val="7F3BCC5A"/>
    <w:rsid w:val="7F9D5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6BE599"/>
  <w15:docId w15:val="{CABCCAD7-D7D7-409E-B24A-3CC9AF2B2D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D807C520CEBD24990D69DD74D8C49AF" ma:contentTypeVersion="7" ma:contentTypeDescription="Utwórz nowy dokument." ma:contentTypeScope="" ma:versionID="3ea0b71891c27680102bfa54759ce67f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935af39e4cf8311f3433a95c1a87a0d7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C51145-DB0A-4E24-9474-145794B45EF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445CFC9-0ADB-40A3-BFC6-A4CFE0116EBE}"/>
</file>

<file path=customXml/itemProps3.xml><?xml version="1.0" encoding="utf-8"?>
<ds:datastoreItem xmlns:ds="http://schemas.openxmlformats.org/officeDocument/2006/customXml" ds:itemID="{92FD1051-398B-4059-87A0-AD23FB28F80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257CA61-CEEC-45C6-B79B-F87F93C1DB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5</Pages>
  <Words>1097</Words>
  <Characters>6588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7670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*</cp:lastModifiedBy>
  <cp:revision>13</cp:revision>
  <cp:lastPrinted>2019-02-06T12:12:00Z</cp:lastPrinted>
  <dcterms:created xsi:type="dcterms:W3CDTF">2020-11-16T17:37:00Z</dcterms:created>
  <dcterms:modified xsi:type="dcterms:W3CDTF">2021-11-14T09:40:00Z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